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F83F00" w14:textId="4F24F630" w:rsidR="00201E97" w:rsidRDefault="00481DF3" w:rsidP="000C39AB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0B56EA4" wp14:editId="4B623736">
                <wp:simplePos x="0" y="0"/>
                <wp:positionH relativeFrom="column">
                  <wp:posOffset>7315200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80" name="Straight Connector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B42B4" id="Straight Connector 580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in,0" to="8in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1ECDDD9" wp14:editId="47079ADC">
                <wp:simplePos x="0" y="0"/>
                <wp:positionH relativeFrom="column">
                  <wp:posOffset>6705600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9" name="Straight Connector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B226E" id="Straight Connector 579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pt,0" to="528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9CCB946" wp14:editId="0DEC739F">
                <wp:simplePos x="0" y="0"/>
                <wp:positionH relativeFrom="column">
                  <wp:posOffset>6096000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8" name="Straight Connector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330D8" id="Straight Connector 578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pt,0" to="48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31C4F49" wp14:editId="301A8A06">
                <wp:simplePos x="0" y="0"/>
                <wp:positionH relativeFrom="column">
                  <wp:posOffset>5486400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7" name="Straight Connector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69668E" id="Straight Connector 577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0" to="6in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52DCE3E" wp14:editId="494DCDA1">
                <wp:simplePos x="0" y="0"/>
                <wp:positionH relativeFrom="column">
                  <wp:posOffset>4876800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6" name="Straight Connector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99A08" id="Straight Connector 576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pt,0" to="384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8D680AA" wp14:editId="6812D82A">
                <wp:simplePos x="0" y="0"/>
                <wp:positionH relativeFrom="column">
                  <wp:posOffset>4267200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5" name="Straight Connector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E242C3" id="Straight Connector 575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0" to="33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5FBBE5E" wp14:editId="15C2E056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4" name="Straight Connector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CFCD0" id="Straight Connector 574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0" to="4in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02501F4" wp14:editId="56C8EF1E">
                <wp:simplePos x="0" y="0"/>
                <wp:positionH relativeFrom="column">
                  <wp:posOffset>3048000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3" name="Straight Connector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AD24C" id="Straight Connector 573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0" to="24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58A26F0" wp14:editId="5004CB9C">
                <wp:simplePos x="0" y="0"/>
                <wp:positionH relativeFrom="column">
                  <wp:posOffset>2438400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2" name="Straight Connector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223AC" id="Straight Connector 572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pt,0" to="192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303F46A" wp14:editId="29C4710F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1" name="Straight Connector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544FC" id="Straight Connector 571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2in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0320B29" wp14:editId="4AE3255F">
                <wp:simplePos x="0" y="0"/>
                <wp:positionH relativeFrom="column">
                  <wp:posOffset>1219200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70" name="Straight Connector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88DDDF" id="Straight Connector 570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pt,0" to="9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71D828F" wp14:editId="122661A6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69" name="Straight Connector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706FE" id="Straight Connector 569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pt,0" to="48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57CCB89" wp14:editId="7F9923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9144000"/>
                <wp:effectExtent l="0" t="0" r="38100" b="19050"/>
                <wp:wrapNone/>
                <wp:docPr id="568" name="Straight Connector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9BBB4" id="Straight Connector 568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0EF2D8F" wp14:editId="62B3A163">
                <wp:simplePos x="0" y="0"/>
                <wp:positionH relativeFrom="column">
                  <wp:posOffset>0</wp:posOffset>
                </wp:positionH>
                <wp:positionV relativeFrom="paragraph">
                  <wp:posOffset>9144000</wp:posOffset>
                </wp:positionV>
                <wp:extent cx="7315200" cy="0"/>
                <wp:effectExtent l="0" t="0" r="0" b="0"/>
                <wp:wrapNone/>
                <wp:docPr id="567" name="Straight Connector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7BE82" id="Straight Connector 567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in" to="8in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433606" wp14:editId="4D7C3C9A">
                <wp:simplePos x="0" y="0"/>
                <wp:positionH relativeFrom="column">
                  <wp:posOffset>0</wp:posOffset>
                </wp:positionH>
                <wp:positionV relativeFrom="paragraph">
                  <wp:posOffset>8534400</wp:posOffset>
                </wp:positionV>
                <wp:extent cx="7315200" cy="0"/>
                <wp:effectExtent l="0" t="0" r="0" b="0"/>
                <wp:wrapNone/>
                <wp:docPr id="566" name="Straight Connector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B7D13" id="Straight Connector 566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72pt" to="8in,6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22DB12B" wp14:editId="1DF29491">
                <wp:simplePos x="0" y="0"/>
                <wp:positionH relativeFrom="column">
                  <wp:posOffset>0</wp:posOffset>
                </wp:positionH>
                <wp:positionV relativeFrom="paragraph">
                  <wp:posOffset>7924800</wp:posOffset>
                </wp:positionV>
                <wp:extent cx="7315200" cy="0"/>
                <wp:effectExtent l="0" t="0" r="0" b="0"/>
                <wp:wrapNone/>
                <wp:docPr id="565" name="Straight Connector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1D7D8" id="Straight Connector 565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24pt" to="8in,6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E3A3F43" wp14:editId="1B99DD36">
                <wp:simplePos x="0" y="0"/>
                <wp:positionH relativeFrom="column">
                  <wp:posOffset>0</wp:posOffset>
                </wp:positionH>
                <wp:positionV relativeFrom="paragraph">
                  <wp:posOffset>7315200</wp:posOffset>
                </wp:positionV>
                <wp:extent cx="7315200" cy="0"/>
                <wp:effectExtent l="0" t="0" r="0" b="0"/>
                <wp:wrapNone/>
                <wp:docPr id="564" name="Straight Connector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40789" id="Straight Connector 564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in" to="8in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8C81B6F" wp14:editId="2FD161B8">
                <wp:simplePos x="0" y="0"/>
                <wp:positionH relativeFrom="column">
                  <wp:posOffset>0</wp:posOffset>
                </wp:positionH>
                <wp:positionV relativeFrom="paragraph">
                  <wp:posOffset>6705600</wp:posOffset>
                </wp:positionV>
                <wp:extent cx="7315200" cy="0"/>
                <wp:effectExtent l="0" t="0" r="0" b="0"/>
                <wp:wrapNone/>
                <wp:docPr id="563" name="Straight Connector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5A9D60" id="Straight Connector 563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28pt" to="8in,5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E9E9502" wp14:editId="74C713F0">
                <wp:simplePos x="0" y="0"/>
                <wp:positionH relativeFrom="column">
                  <wp:posOffset>0</wp:posOffset>
                </wp:positionH>
                <wp:positionV relativeFrom="paragraph">
                  <wp:posOffset>6096000</wp:posOffset>
                </wp:positionV>
                <wp:extent cx="7315200" cy="0"/>
                <wp:effectExtent l="0" t="0" r="0" b="0"/>
                <wp:wrapNone/>
                <wp:docPr id="562" name="Straight Connector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5566C" id="Straight Connector 562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0pt" to="8in,4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454D075" wp14:editId="14CDCC22">
                <wp:simplePos x="0" y="0"/>
                <wp:positionH relativeFrom="column">
                  <wp:posOffset>0</wp:posOffset>
                </wp:positionH>
                <wp:positionV relativeFrom="paragraph">
                  <wp:posOffset>5486400</wp:posOffset>
                </wp:positionV>
                <wp:extent cx="7315200" cy="0"/>
                <wp:effectExtent l="0" t="0" r="0" b="0"/>
                <wp:wrapNone/>
                <wp:docPr id="561" name="Straight Connector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640CE3" id="Straight Connector 56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in" to="8in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61CED99" wp14:editId="0ED3D7BC">
                <wp:simplePos x="0" y="0"/>
                <wp:positionH relativeFrom="column">
                  <wp:posOffset>0</wp:posOffset>
                </wp:positionH>
                <wp:positionV relativeFrom="paragraph">
                  <wp:posOffset>4876800</wp:posOffset>
                </wp:positionV>
                <wp:extent cx="7315200" cy="0"/>
                <wp:effectExtent l="0" t="0" r="0" b="0"/>
                <wp:wrapNone/>
                <wp:docPr id="560" name="Straight Connector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94EA3" id="Straight Connector 560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84pt" to="8in,3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007EFE8" wp14:editId="7B8B825A">
                <wp:simplePos x="0" y="0"/>
                <wp:positionH relativeFrom="column">
                  <wp:posOffset>0</wp:posOffset>
                </wp:positionH>
                <wp:positionV relativeFrom="paragraph">
                  <wp:posOffset>4267200</wp:posOffset>
                </wp:positionV>
                <wp:extent cx="7315200" cy="0"/>
                <wp:effectExtent l="0" t="0" r="0" b="0"/>
                <wp:wrapNone/>
                <wp:docPr id="559" name="Straight Connector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D012B" id="Straight Connector 55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6pt" to="8in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214A644" wp14:editId="5D3B4403">
                <wp:simplePos x="0" y="0"/>
                <wp:positionH relativeFrom="column">
                  <wp:posOffset>0</wp:posOffset>
                </wp:positionH>
                <wp:positionV relativeFrom="paragraph">
                  <wp:posOffset>3657600</wp:posOffset>
                </wp:positionV>
                <wp:extent cx="7315200" cy="0"/>
                <wp:effectExtent l="0" t="0" r="0" b="0"/>
                <wp:wrapNone/>
                <wp:docPr id="558" name="Straight Connector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7C458B" id="Straight Connector 55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in" to="8in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5AD019A" wp14:editId="19235AF9">
                <wp:simplePos x="0" y="0"/>
                <wp:positionH relativeFrom="column">
                  <wp:posOffset>0</wp:posOffset>
                </wp:positionH>
                <wp:positionV relativeFrom="paragraph">
                  <wp:posOffset>3048000</wp:posOffset>
                </wp:positionV>
                <wp:extent cx="7315200" cy="0"/>
                <wp:effectExtent l="0" t="0" r="0" b="0"/>
                <wp:wrapNone/>
                <wp:docPr id="557" name="Straight Connector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EC864B" id="Straight Connector 55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0pt" to="8in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65B6C1" wp14:editId="65210212">
                <wp:simplePos x="0" y="0"/>
                <wp:positionH relativeFrom="column">
                  <wp:posOffset>0</wp:posOffset>
                </wp:positionH>
                <wp:positionV relativeFrom="paragraph">
                  <wp:posOffset>2438400</wp:posOffset>
                </wp:positionV>
                <wp:extent cx="7315200" cy="0"/>
                <wp:effectExtent l="0" t="0" r="0" b="0"/>
                <wp:wrapNone/>
                <wp:docPr id="556" name="Straight Connector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4BD64" id="Straight Connector 55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2pt" to="8in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E596566" wp14:editId="0693D35F">
                <wp:simplePos x="0" y="0"/>
                <wp:positionH relativeFrom="column">
                  <wp:posOffset>0</wp:posOffset>
                </wp:positionH>
                <wp:positionV relativeFrom="paragraph">
                  <wp:posOffset>1828800</wp:posOffset>
                </wp:positionV>
                <wp:extent cx="7315200" cy="0"/>
                <wp:effectExtent l="0" t="0" r="0" b="0"/>
                <wp:wrapNone/>
                <wp:docPr id="555" name="Straight Connector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A3A688" id="Straight Connector 55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in" to="8in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020AAC4" wp14:editId="30441771">
                <wp:simplePos x="0" y="0"/>
                <wp:positionH relativeFrom="column">
                  <wp:posOffset>0</wp:posOffset>
                </wp:positionH>
                <wp:positionV relativeFrom="paragraph">
                  <wp:posOffset>1219200</wp:posOffset>
                </wp:positionV>
                <wp:extent cx="7315200" cy="0"/>
                <wp:effectExtent l="0" t="0" r="0" b="0"/>
                <wp:wrapNone/>
                <wp:docPr id="554" name="Straight Connector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2E305" id="Straight Connector 55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6pt" to="8in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4415CE" wp14:editId="32054BD0">
                <wp:simplePos x="0" y="0"/>
                <wp:positionH relativeFrom="column">
                  <wp:posOffset>0</wp:posOffset>
                </wp:positionH>
                <wp:positionV relativeFrom="paragraph">
                  <wp:posOffset>609600</wp:posOffset>
                </wp:positionV>
                <wp:extent cx="7315200" cy="0"/>
                <wp:effectExtent l="0" t="0" r="0" b="0"/>
                <wp:wrapNone/>
                <wp:docPr id="553" name="Straight Connector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FDF7E1" id="Straight Connector 55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pt" to="8in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" strokecolor="#4579b8 [3044]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3A4B73" wp14:editId="276D28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315200" cy="0"/>
                <wp:effectExtent l="0" t="0" r="0" b="0"/>
                <wp:wrapNone/>
                <wp:docPr id="552" name="Straight Connector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 w="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C63F2" id="Straight Connector 55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8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" strokecolor="#4579b8 [3044]" strokeweight="0"/>
            </w:pict>
          </mc:Fallback>
        </mc:AlternateContent>
      </w:r>
      <w:r w:rsidR="000C39AB">
        <w:t>Read-Me Graph Paper Templates</w:t>
      </w:r>
    </w:p>
    <w:p w14:paraId="6E95B7B4" w14:textId="120C525C" w:rsidR="000C39AB" w:rsidRDefault="000C39AB" w:rsidP="005B7095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BE5F1" w:themeFill="accent1" w:themeFillTint="33"/>
      </w:pPr>
      <w:r>
        <w:t>These templates are graph paper set to certain grids.</w:t>
      </w:r>
    </w:p>
    <w:p w14:paraId="0B2D8FFF" w14:textId="19FDE7EB" w:rsidR="000C39AB" w:rsidRDefault="005B7095" w:rsidP="005B7095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BE5F1" w:themeFill="accent1" w:themeFillTint="33"/>
        <w:rPr>
          <w:rFonts w:asciiTheme="minorHAnsi" w:hAnsiTheme="minorHAnsi"/>
          <w:kern w:val="0"/>
          <w:sz w:val="22"/>
          <w14:ligatures w14:val="none"/>
        </w:rPr>
      </w:pPr>
      <w:r>
        <w:t>The graph papers were</w:t>
      </w:r>
      <w:r w:rsidR="000C39AB">
        <w:t xml:space="preserve"> prepared using a macro published long ago by Word MVP Bill </w:t>
      </w:r>
      <w:proofErr w:type="spellStart"/>
      <w:r w:rsidR="000C39AB">
        <w:t>Coan</w:t>
      </w:r>
      <w:proofErr w:type="spellEnd"/>
      <w:r w:rsidR="000C39AB">
        <w:t xml:space="preserve">. His article can be found in web archives here: </w:t>
      </w:r>
      <w:hyperlink r:id="rId8" w:history="1">
        <w:r w:rsidR="000C39AB" w:rsidRPr="000C39AB">
          <w:rPr>
            <w:rFonts w:asciiTheme="minorHAnsi" w:hAnsiTheme="minorHAnsi"/>
            <w:color w:val="0000FF"/>
            <w:kern w:val="0"/>
            <w:sz w:val="22"/>
            <w:u w:val="single"/>
            <w14:ligatures w14:val="none"/>
          </w:rPr>
          <w:t>Quick, Get Me Some Graph Paper!</w:t>
        </w:r>
      </w:hyperlink>
      <w:r w:rsidR="000C39AB" w:rsidRPr="000C39AB">
        <w:rPr>
          <w:rFonts w:asciiTheme="minorHAnsi" w:hAnsiTheme="minorHAnsi"/>
          <w:kern w:val="0"/>
          <w:sz w:val="22"/>
          <w14:ligatures w14:val="none"/>
        </w:rPr>
        <w:t xml:space="preserve"> </w:t>
      </w:r>
      <w:r w:rsidR="000C39AB">
        <w:rPr>
          <w:rFonts w:asciiTheme="minorHAnsi" w:hAnsiTheme="minorHAnsi"/>
          <w:kern w:val="0"/>
          <w:sz w:val="22"/>
          <w14:ligatures w14:val="none"/>
        </w:rPr>
        <w:t xml:space="preserve"> </w:t>
      </w:r>
      <w:hyperlink r:id="rId9" w:history="1">
        <w:r w:rsidR="000C39AB" w:rsidRPr="0042617B">
          <w:rPr>
            <w:rStyle w:val="Hyperlink"/>
            <w:rFonts w:asciiTheme="minorHAnsi" w:hAnsiTheme="minorHAnsi"/>
            <w:kern w:val="0"/>
            <w:sz w:val="22"/>
            <w14:ligatures w14:val="none"/>
          </w:rPr>
          <w:t>http://web.archive.org/web/20070421084938/http://pubs.logicalexpressions.com/Pub0009/LPMArticle.asp?ID=596</w:t>
        </w:r>
      </w:hyperlink>
      <w:r w:rsidR="000C39AB">
        <w:rPr>
          <w:rFonts w:asciiTheme="minorHAnsi" w:hAnsiTheme="minorHAnsi"/>
          <w:kern w:val="0"/>
          <w:sz w:val="22"/>
          <w14:ligatures w14:val="none"/>
        </w:rPr>
        <w:t xml:space="preserve"> </w:t>
      </w:r>
    </w:p>
    <w:p w14:paraId="5689A89E" w14:textId="268A7D96" w:rsidR="000C39AB" w:rsidRDefault="00E15C55" w:rsidP="005B7095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BE5F1" w:themeFill="accent1" w:themeFillTint="33"/>
        <w:rPr>
          <w:rFonts w:asciiTheme="minorHAnsi" w:hAnsiTheme="minorHAnsi"/>
          <w:kern w:val="0"/>
          <w:sz w:val="22"/>
          <w14:ligatures w14:val="none"/>
        </w:rPr>
      </w:pPr>
      <w:r>
        <w:rPr>
          <w:rFonts w:asciiTheme="minorHAnsi" w:hAnsiTheme="minorHAnsi"/>
          <w:kern w:val="0"/>
          <w:sz w:val="22"/>
          <w14:ligatures w14:val="none"/>
        </w:rPr>
        <w:t xml:space="preserve">This package can be found on my </w:t>
      </w:r>
      <w:hyperlink r:id="rId10" w:anchor="graph" w:tooltip="Ctrl-Click to go to Download Page" w:history="1">
        <w:r w:rsidRPr="00E15C55">
          <w:rPr>
            <w:rStyle w:val="Hyperlink"/>
            <w:rFonts w:asciiTheme="minorHAnsi" w:hAnsiTheme="minorHAnsi"/>
            <w:kern w:val="0"/>
            <w:sz w:val="22"/>
            <w14:ligatures w14:val="none"/>
          </w:rPr>
          <w:t>Downloads Page</w:t>
        </w:r>
      </w:hyperlink>
      <w:r>
        <w:rPr>
          <w:rFonts w:asciiTheme="minorHAnsi" w:hAnsiTheme="minorHAnsi"/>
          <w:kern w:val="0"/>
          <w:sz w:val="22"/>
          <w14:ligatures w14:val="none"/>
        </w:rPr>
        <w:t xml:space="preserve">. This is Version </w:t>
      </w:r>
      <w:r>
        <w:rPr>
          <w:rFonts w:asciiTheme="minorHAnsi" w:hAnsiTheme="minorHAnsi"/>
          <w:kern w:val="0"/>
          <w:sz w:val="22"/>
          <w14:ligatures w14:val="none"/>
        </w:rPr>
        <w:fldChar w:fldCharType="begin"/>
      </w:r>
      <w:r>
        <w:rPr>
          <w:rFonts w:asciiTheme="minorHAnsi" w:hAnsiTheme="minorHAnsi"/>
          <w:kern w:val="0"/>
          <w:sz w:val="22"/>
          <w14:ligatures w14:val="none"/>
        </w:rPr>
        <w:instrText xml:space="preserve"> DocProperty Version </w:instrText>
      </w:r>
      <w:r>
        <w:rPr>
          <w:rFonts w:asciiTheme="minorHAnsi" w:hAnsiTheme="minorHAnsi"/>
          <w:kern w:val="0"/>
          <w:sz w:val="22"/>
          <w14:ligatures w14:val="none"/>
        </w:rPr>
        <w:fldChar w:fldCharType="separate"/>
      </w:r>
      <w:r>
        <w:rPr>
          <w:rFonts w:asciiTheme="minorHAnsi" w:hAnsiTheme="minorHAnsi"/>
          <w:kern w:val="0"/>
          <w:sz w:val="22"/>
          <w14:ligatures w14:val="none"/>
        </w:rPr>
        <w:t>19.1</w:t>
      </w:r>
      <w:r>
        <w:rPr>
          <w:rFonts w:asciiTheme="minorHAnsi" w:hAnsiTheme="minorHAnsi"/>
          <w:kern w:val="0"/>
          <w:sz w:val="22"/>
          <w14:ligatures w14:val="none"/>
        </w:rPr>
        <w:fldChar w:fldCharType="end"/>
      </w:r>
      <w:r>
        <w:rPr>
          <w:rFonts w:asciiTheme="minorHAnsi" w:hAnsiTheme="minorHAnsi"/>
          <w:kern w:val="0"/>
          <w:sz w:val="22"/>
          <w14:ligatures w14:val="none"/>
        </w:rPr>
        <w:t xml:space="preserve">. Copyright © </w:t>
      </w:r>
      <w:r>
        <w:rPr>
          <w:rFonts w:asciiTheme="minorHAnsi" w:hAnsiTheme="minorHAnsi"/>
          <w:kern w:val="0"/>
          <w:sz w:val="22"/>
          <w14:ligatures w14:val="none"/>
        </w:rPr>
        <w:fldChar w:fldCharType="begin"/>
      </w:r>
      <w:r>
        <w:rPr>
          <w:rFonts w:asciiTheme="minorHAnsi" w:hAnsiTheme="minorHAnsi"/>
          <w:kern w:val="0"/>
          <w:sz w:val="22"/>
          <w14:ligatures w14:val="none"/>
        </w:rPr>
        <w:instrText xml:space="preserve"> DocProperty Copyright </w:instrText>
      </w:r>
      <w:r>
        <w:rPr>
          <w:rFonts w:asciiTheme="minorHAnsi" w:hAnsiTheme="minorHAnsi"/>
          <w:kern w:val="0"/>
          <w:sz w:val="22"/>
          <w14:ligatures w14:val="none"/>
        </w:rPr>
        <w:fldChar w:fldCharType="separate"/>
      </w:r>
      <w:r>
        <w:rPr>
          <w:rFonts w:asciiTheme="minorHAnsi" w:hAnsiTheme="minorHAnsi"/>
          <w:kern w:val="0"/>
          <w:sz w:val="22"/>
          <w14:ligatures w14:val="none"/>
        </w:rPr>
        <w:t>2019 Charles Kenyon, Sun Prairie, WI, USA</w:t>
      </w:r>
      <w:r>
        <w:rPr>
          <w:rFonts w:asciiTheme="minorHAnsi" w:hAnsiTheme="minorHAnsi"/>
          <w:kern w:val="0"/>
          <w:sz w:val="22"/>
          <w14:ligatures w14:val="none"/>
        </w:rPr>
        <w:fldChar w:fldCharType="end"/>
      </w:r>
    </w:p>
    <w:p w14:paraId="2A00BB62" w14:textId="735A9C0C" w:rsidR="008C3411" w:rsidRDefault="008C3411" w:rsidP="005B7095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BE5F1" w:themeFill="accent1" w:themeFillTint="33"/>
        <w:rPr>
          <w:rFonts w:asciiTheme="minorHAnsi" w:hAnsiTheme="minorHAnsi"/>
          <w:kern w:val="0"/>
          <w:sz w:val="22"/>
          <w14:ligatures w14:val="none"/>
        </w:rPr>
      </w:pPr>
      <w:r>
        <w:rPr>
          <w:rFonts w:asciiTheme="minorHAnsi" w:hAnsiTheme="minorHAnsi"/>
          <w:kern w:val="0"/>
          <w:sz w:val="22"/>
          <w14:ligatures w14:val="none"/>
        </w:rPr>
        <w:t>Permission granted to copy and redistribute without charge so long as entire package (zip folder is distributed)</w:t>
      </w:r>
    </w:p>
    <w:p w14:paraId="33825944" w14:textId="77777777" w:rsidR="00F15973" w:rsidRDefault="00F15973">
      <w:r>
        <w:br w:type="page"/>
      </w:r>
    </w:p>
    <w:p w14:paraId="505C337E" w14:textId="2EB366FA" w:rsidR="000C39AB" w:rsidRDefault="000C39AB" w:rsidP="00F15973">
      <w:pPr>
        <w:pStyle w:val="Heading1"/>
      </w:pPr>
      <w:r>
        <w:lastRenderedPageBreak/>
        <w:t>Here is my modified version of the macro:</w:t>
      </w:r>
    </w:p>
    <w:p w14:paraId="1D0D0694" w14:textId="77777777" w:rsidR="00E15C55" w:rsidRDefault="00E15C55" w:rsidP="00E15C55">
      <w:pPr>
        <w:pStyle w:val="Code"/>
        <w:sectPr w:rsidR="00E15C55" w:rsidSect="00481DF3">
          <w:pgSz w:w="12240" w:h="15840" w:code="1"/>
          <w:pgMar w:top="360" w:right="360" w:bottom="360" w:left="360" w:header="720" w:footer="720" w:gutter="0"/>
          <w:cols w:space="720"/>
          <w:docGrid w:linePitch="360"/>
        </w:sectPr>
      </w:pPr>
    </w:p>
    <w:p w14:paraId="58483939" w14:textId="01510A83" w:rsidR="00F15973" w:rsidRDefault="00F15973" w:rsidP="00E15C55">
      <w:pPr>
        <w:pStyle w:val="Code"/>
      </w:pPr>
      <w:r>
        <w:t xml:space="preserve">Sub </w:t>
      </w:r>
      <w:proofErr w:type="spellStart"/>
      <w:proofErr w:type="gramStart"/>
      <w:r>
        <w:t>GraphPaperCreate</w:t>
      </w:r>
      <w:proofErr w:type="spellEnd"/>
      <w:r>
        <w:t>(</w:t>
      </w:r>
      <w:proofErr w:type="gramEnd"/>
      <w:r>
        <w:t>)</w:t>
      </w:r>
    </w:p>
    <w:p w14:paraId="65C827B5" w14:textId="77777777" w:rsidR="00F15973" w:rsidRDefault="00F15973" w:rsidP="00E15C55">
      <w:pPr>
        <w:pStyle w:val="Code"/>
      </w:pPr>
      <w:r>
        <w:t xml:space="preserve">'   </w:t>
      </w:r>
      <w:proofErr w:type="spellStart"/>
      <w:r>
        <w:t>TechTrax</w:t>
      </w:r>
      <w:proofErr w:type="spellEnd"/>
      <w:r>
        <w:t xml:space="preserve"> - Bill </w:t>
      </w:r>
      <w:proofErr w:type="spellStart"/>
      <w:r>
        <w:t>Coan</w:t>
      </w:r>
      <w:proofErr w:type="spellEnd"/>
    </w:p>
    <w:p w14:paraId="4AA82917" w14:textId="77777777" w:rsidR="00F15973" w:rsidRDefault="00F15973" w:rsidP="00E15C55">
      <w:pPr>
        <w:pStyle w:val="Code"/>
      </w:pPr>
      <w:r>
        <w:t>'   http://web.archive.org/web/20070421084938/http://pubs.logicalexpressions.com/Pub0009/LPMArticle.asp?ID=596</w:t>
      </w:r>
    </w:p>
    <w:p w14:paraId="303D2522" w14:textId="77777777" w:rsidR="00F15973" w:rsidRDefault="00F15973" w:rsidP="00E15C55">
      <w:pPr>
        <w:pStyle w:val="Code"/>
      </w:pPr>
      <w:r>
        <w:t>'   modified by Charles Kenyon to:</w:t>
      </w:r>
    </w:p>
    <w:p w14:paraId="34C651A9" w14:textId="77777777" w:rsidR="00F15973" w:rsidRDefault="00F15973" w:rsidP="00E15C55">
      <w:pPr>
        <w:pStyle w:val="Code"/>
      </w:pPr>
      <w:r>
        <w:t>'       reduce margins to .25</w:t>
      </w:r>
    </w:p>
    <w:p w14:paraId="37377EBC" w14:textId="77777777" w:rsidR="00F15973" w:rsidRDefault="00F15973" w:rsidP="00E15C55">
      <w:pPr>
        <w:pStyle w:val="Code"/>
      </w:pPr>
      <w:r>
        <w:t>'       lighter line weight (.3 points rather than 2 points)</w:t>
      </w:r>
    </w:p>
    <w:p w14:paraId="6705D0EE" w14:textId="77777777" w:rsidR="00F15973" w:rsidRDefault="00F15973" w:rsidP="00E15C55">
      <w:pPr>
        <w:pStyle w:val="Code"/>
      </w:pPr>
      <w:r>
        <w:t>'       grid is set behind text in case there is text</w:t>
      </w:r>
    </w:p>
    <w:p w14:paraId="652D241C" w14:textId="77777777" w:rsidR="00F15973" w:rsidRDefault="00F15973" w:rsidP="00E15C55">
      <w:pPr>
        <w:pStyle w:val="Code"/>
      </w:pPr>
      <w:r>
        <w:t>'</w:t>
      </w:r>
    </w:p>
    <w:p w14:paraId="0FCF245C" w14:textId="77777777" w:rsidR="00F15973" w:rsidRDefault="00F15973" w:rsidP="00E15C55">
      <w:pPr>
        <w:pStyle w:val="Code"/>
      </w:pPr>
      <w:r>
        <w:t>' Sets margins at .25</w:t>
      </w:r>
      <w:proofErr w:type="gramStart"/>
      <w:r>
        <w:t>"  Charles</w:t>
      </w:r>
      <w:proofErr w:type="gramEnd"/>
      <w:r>
        <w:t xml:space="preserve"> Kenyon</w:t>
      </w:r>
    </w:p>
    <w:p w14:paraId="18B29D43" w14:textId="77777777" w:rsidR="00F15973" w:rsidRDefault="00F15973" w:rsidP="00E15C55">
      <w:pPr>
        <w:pStyle w:val="Code"/>
      </w:pPr>
      <w:r>
        <w:t>'</w:t>
      </w:r>
    </w:p>
    <w:p w14:paraId="1747E3E4" w14:textId="77777777" w:rsidR="00F15973" w:rsidRDefault="00F15973" w:rsidP="00E15C55">
      <w:pPr>
        <w:pStyle w:val="Code"/>
      </w:pPr>
      <w:r>
        <w:t xml:space="preserve">    With </w:t>
      </w:r>
      <w:proofErr w:type="spellStart"/>
      <w:r>
        <w:t>ActiveDocument.PageSetup</w:t>
      </w:r>
      <w:proofErr w:type="spellEnd"/>
    </w:p>
    <w:p w14:paraId="3BFE5F6B" w14:textId="77777777" w:rsidR="00F15973" w:rsidRDefault="00F15973" w:rsidP="00E15C55">
      <w:pPr>
        <w:pStyle w:val="Code"/>
      </w:pPr>
      <w:r>
        <w:t xml:space="preserve">        </w:t>
      </w:r>
      <w:proofErr w:type="gramStart"/>
      <w:r>
        <w:t>.</w:t>
      </w:r>
      <w:proofErr w:type="spellStart"/>
      <w:r>
        <w:t>TopMargin</w:t>
      </w:r>
      <w:proofErr w:type="spellEnd"/>
      <w:proofErr w:type="gramEnd"/>
      <w:r>
        <w:t xml:space="preserve"> = </w:t>
      </w:r>
      <w:proofErr w:type="spellStart"/>
      <w:r>
        <w:t>InchesToPoints</w:t>
      </w:r>
      <w:proofErr w:type="spellEnd"/>
      <w:r>
        <w:t>(0.25)</w:t>
      </w:r>
    </w:p>
    <w:p w14:paraId="289F718D" w14:textId="77777777" w:rsidR="00F15973" w:rsidRDefault="00F15973" w:rsidP="00E15C55">
      <w:pPr>
        <w:pStyle w:val="Code"/>
      </w:pPr>
      <w:r>
        <w:t xml:space="preserve">        </w:t>
      </w:r>
      <w:proofErr w:type="gramStart"/>
      <w:r>
        <w:t>.</w:t>
      </w:r>
      <w:proofErr w:type="spellStart"/>
      <w:r>
        <w:t>BottomMargin</w:t>
      </w:r>
      <w:proofErr w:type="spellEnd"/>
      <w:proofErr w:type="gramEnd"/>
      <w:r>
        <w:t xml:space="preserve"> = </w:t>
      </w:r>
      <w:proofErr w:type="spellStart"/>
      <w:r>
        <w:t>InchesToPoints</w:t>
      </w:r>
      <w:proofErr w:type="spellEnd"/>
      <w:r>
        <w:t>(0.25)</w:t>
      </w:r>
    </w:p>
    <w:p w14:paraId="07D3F45C" w14:textId="77777777" w:rsidR="00F15973" w:rsidRDefault="00F15973" w:rsidP="00E15C55">
      <w:pPr>
        <w:pStyle w:val="Code"/>
      </w:pPr>
      <w:r>
        <w:t xml:space="preserve">        </w:t>
      </w:r>
      <w:proofErr w:type="gramStart"/>
      <w:r>
        <w:t>.</w:t>
      </w:r>
      <w:proofErr w:type="spellStart"/>
      <w:r>
        <w:t>LeftMargin</w:t>
      </w:r>
      <w:proofErr w:type="spellEnd"/>
      <w:proofErr w:type="gramEnd"/>
      <w:r>
        <w:t xml:space="preserve"> = </w:t>
      </w:r>
      <w:proofErr w:type="spellStart"/>
      <w:r>
        <w:t>InchesToPoints</w:t>
      </w:r>
      <w:proofErr w:type="spellEnd"/>
      <w:r>
        <w:t>(0.25)</w:t>
      </w:r>
    </w:p>
    <w:p w14:paraId="6952217F" w14:textId="77777777" w:rsidR="00F15973" w:rsidRDefault="00F15973" w:rsidP="00E15C55">
      <w:pPr>
        <w:pStyle w:val="Code"/>
      </w:pPr>
      <w:r>
        <w:t xml:space="preserve">        </w:t>
      </w:r>
      <w:proofErr w:type="gramStart"/>
      <w:r>
        <w:t>.</w:t>
      </w:r>
      <w:proofErr w:type="spellStart"/>
      <w:r>
        <w:t>RightMargin</w:t>
      </w:r>
      <w:proofErr w:type="spellEnd"/>
      <w:proofErr w:type="gramEnd"/>
      <w:r>
        <w:t xml:space="preserve"> = </w:t>
      </w:r>
      <w:proofErr w:type="spellStart"/>
      <w:r>
        <w:t>InchesToPoints</w:t>
      </w:r>
      <w:proofErr w:type="spellEnd"/>
      <w:r>
        <w:t>(0.25)</w:t>
      </w:r>
    </w:p>
    <w:p w14:paraId="0EDBE832" w14:textId="77777777" w:rsidR="00F15973" w:rsidRDefault="00F15973" w:rsidP="00E15C55">
      <w:pPr>
        <w:pStyle w:val="Code"/>
      </w:pPr>
      <w:r>
        <w:t xml:space="preserve">    End With</w:t>
      </w:r>
    </w:p>
    <w:p w14:paraId="25677E96" w14:textId="77777777" w:rsidR="00F15973" w:rsidRDefault="00F15973" w:rsidP="00E15C55">
      <w:pPr>
        <w:pStyle w:val="Code"/>
      </w:pPr>
    </w:p>
    <w:p w14:paraId="0E7011B8" w14:textId="77777777" w:rsidR="00F15973" w:rsidRDefault="00F15973" w:rsidP="00E15C55">
      <w:pPr>
        <w:pStyle w:val="Code"/>
      </w:pPr>
      <w:r>
        <w:t xml:space="preserve">    'Declare variables</w:t>
      </w:r>
    </w:p>
    <w:p w14:paraId="7C646F6B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sglBeginX</w:t>
      </w:r>
      <w:proofErr w:type="spellEnd"/>
      <w:r>
        <w:t xml:space="preserve"> As Single</w:t>
      </w:r>
    </w:p>
    <w:p w14:paraId="34136930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sglEndX</w:t>
      </w:r>
      <w:proofErr w:type="spellEnd"/>
      <w:r>
        <w:t xml:space="preserve"> As Single</w:t>
      </w:r>
    </w:p>
    <w:p w14:paraId="67B72017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sglBeginY</w:t>
      </w:r>
      <w:proofErr w:type="spellEnd"/>
      <w:r>
        <w:t xml:space="preserve"> As Single</w:t>
      </w:r>
    </w:p>
    <w:p w14:paraId="77570165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sglEndY</w:t>
      </w:r>
      <w:proofErr w:type="spellEnd"/>
      <w:r>
        <w:t xml:space="preserve"> As Single</w:t>
      </w:r>
    </w:p>
    <w:p w14:paraId="5FDD873C" w14:textId="77777777" w:rsidR="00F15973" w:rsidRDefault="00F15973" w:rsidP="00E15C55">
      <w:pPr>
        <w:pStyle w:val="Code"/>
      </w:pPr>
      <w:r>
        <w:t xml:space="preserve">    Dim Interval </w:t>
      </w:r>
      <w:proofErr w:type="gramStart"/>
      <w:r>
        <w:t>As</w:t>
      </w:r>
      <w:proofErr w:type="gramEnd"/>
      <w:r>
        <w:t xml:space="preserve"> Single</w:t>
      </w:r>
    </w:p>
    <w:p w14:paraId="5099F943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LineCount</w:t>
      </w:r>
      <w:proofErr w:type="spellEnd"/>
      <w:r>
        <w:t xml:space="preserve"> As Integer</w:t>
      </w:r>
    </w:p>
    <w:p w14:paraId="3DFC71D5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VerticalGridLines</w:t>
      </w:r>
      <w:proofErr w:type="spellEnd"/>
      <w:r>
        <w:t xml:space="preserve"> As Integer</w:t>
      </w:r>
    </w:p>
    <w:p w14:paraId="18A7C0D6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HorizontalGridLines</w:t>
      </w:r>
      <w:proofErr w:type="spellEnd"/>
      <w:r>
        <w:t xml:space="preserve"> As Integer</w:t>
      </w:r>
    </w:p>
    <w:p w14:paraId="769D9E04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GridWidth</w:t>
      </w:r>
      <w:proofErr w:type="spellEnd"/>
      <w:r>
        <w:t xml:space="preserve"> As Single</w:t>
      </w:r>
    </w:p>
    <w:p w14:paraId="17C3FC36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GridHeight</w:t>
      </w:r>
      <w:proofErr w:type="spellEnd"/>
      <w:r>
        <w:t xml:space="preserve"> As Single</w:t>
      </w:r>
    </w:p>
    <w:p w14:paraId="54AF67BA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UserChoice</w:t>
      </w:r>
      <w:proofErr w:type="spellEnd"/>
      <w:r>
        <w:t xml:space="preserve"> As String</w:t>
      </w:r>
    </w:p>
    <w:p w14:paraId="682B28AE" w14:textId="77777777" w:rsidR="00F15973" w:rsidRDefault="00F15973" w:rsidP="00E15C55">
      <w:pPr>
        <w:pStyle w:val="Code"/>
      </w:pPr>
      <w:r>
        <w:t xml:space="preserve">    Dim </w:t>
      </w:r>
      <w:proofErr w:type="spellStart"/>
      <w:r>
        <w:t>oLine</w:t>
      </w:r>
      <w:proofErr w:type="spellEnd"/>
      <w:r>
        <w:t xml:space="preserve"> As Shape</w:t>
      </w:r>
    </w:p>
    <w:p w14:paraId="5AC47A72" w14:textId="77777777" w:rsidR="00F15973" w:rsidRDefault="00F15973" w:rsidP="00E15C55">
      <w:pPr>
        <w:pStyle w:val="Code"/>
      </w:pPr>
    </w:p>
    <w:p w14:paraId="3E9A3C15" w14:textId="77777777" w:rsidR="00F15973" w:rsidRDefault="00F15973" w:rsidP="00E15C55">
      <w:pPr>
        <w:pStyle w:val="Code"/>
      </w:pPr>
      <w:r>
        <w:t xml:space="preserve">    'set the line weight, in points</w:t>
      </w:r>
    </w:p>
    <w:p w14:paraId="3DFFD536" w14:textId="77777777" w:rsidR="00F15973" w:rsidRDefault="00F15973" w:rsidP="00E15C55">
      <w:pPr>
        <w:pStyle w:val="Code"/>
      </w:pPr>
      <w:r>
        <w:t xml:space="preserve">    Const LINE_WEIGHT </w:t>
      </w:r>
      <w:proofErr w:type="gramStart"/>
      <w:r>
        <w:t>As</w:t>
      </w:r>
      <w:proofErr w:type="gramEnd"/>
      <w:r>
        <w:t xml:space="preserve"> Long = 0.5   'changed </w:t>
      </w:r>
      <w:proofErr w:type="spellStart"/>
      <w:r>
        <w:t>from</w:t>
      </w:r>
      <w:proofErr w:type="spellEnd"/>
      <w:r>
        <w:t xml:space="preserve"> Integer = 2 by Charles Kenyon - this is the minimum</w:t>
      </w:r>
    </w:p>
    <w:p w14:paraId="1AA33B75" w14:textId="77777777" w:rsidR="00F15973" w:rsidRDefault="00F15973" w:rsidP="00E15C55">
      <w:pPr>
        <w:pStyle w:val="Code"/>
      </w:pPr>
    </w:p>
    <w:p w14:paraId="032CABE2" w14:textId="77777777" w:rsidR="00F15973" w:rsidRDefault="00F15973" w:rsidP="00E15C55">
      <w:pPr>
        <w:pStyle w:val="Code"/>
      </w:pPr>
      <w:r>
        <w:t xml:space="preserve">    'set whether to delete the old grid,</w:t>
      </w:r>
    </w:p>
    <w:p w14:paraId="63CAAF4D" w14:textId="77777777" w:rsidR="00F15973" w:rsidRDefault="00F15973" w:rsidP="00E15C55">
      <w:pPr>
        <w:pStyle w:val="Code"/>
      </w:pPr>
      <w:r>
        <w:t xml:space="preserve">    '(assuming there is one)</w:t>
      </w:r>
    </w:p>
    <w:p w14:paraId="71B411A3" w14:textId="77777777" w:rsidR="00F15973" w:rsidRDefault="00F15973" w:rsidP="00E15C55">
      <w:pPr>
        <w:pStyle w:val="Code"/>
      </w:pPr>
      <w:r>
        <w:t xml:space="preserve">    Const DELETE_OLD_GRID </w:t>
      </w:r>
      <w:proofErr w:type="gramStart"/>
      <w:r>
        <w:t>As</w:t>
      </w:r>
      <w:proofErr w:type="gramEnd"/>
      <w:r>
        <w:t xml:space="preserve"> Boolean = True</w:t>
      </w:r>
    </w:p>
    <w:p w14:paraId="241583F1" w14:textId="77777777" w:rsidR="00F15973" w:rsidRDefault="00F15973" w:rsidP="00E15C55">
      <w:pPr>
        <w:pStyle w:val="Code"/>
      </w:pPr>
    </w:p>
    <w:p w14:paraId="6873736A" w14:textId="77777777" w:rsidR="00F15973" w:rsidRDefault="00F15973" w:rsidP="00E15C55">
      <w:pPr>
        <w:pStyle w:val="Code"/>
      </w:pPr>
      <w:r>
        <w:t xml:space="preserve">    'Delete the old grid</w:t>
      </w:r>
    </w:p>
    <w:p w14:paraId="301F928F" w14:textId="77777777" w:rsidR="00F15973" w:rsidRDefault="00F15973" w:rsidP="00E15C55">
      <w:pPr>
        <w:pStyle w:val="Code"/>
      </w:pPr>
      <w:r>
        <w:t xml:space="preserve">    If DELETE_OLD_</w:t>
      </w:r>
      <w:proofErr w:type="gramStart"/>
      <w:r>
        <w:t>GRID</w:t>
      </w:r>
      <w:proofErr w:type="gramEnd"/>
      <w:r>
        <w:t xml:space="preserve"> Then</w:t>
      </w:r>
    </w:p>
    <w:p w14:paraId="464644C0" w14:textId="77777777" w:rsidR="00F15973" w:rsidRDefault="00F15973" w:rsidP="00E15C55">
      <w:pPr>
        <w:pStyle w:val="Code"/>
      </w:pPr>
      <w:r>
        <w:t xml:space="preserve">       On Error Resume Next</w:t>
      </w:r>
    </w:p>
    <w:p w14:paraId="10C85A90" w14:textId="77777777" w:rsidR="00F15973" w:rsidRDefault="00F15973" w:rsidP="00E15C55">
      <w:pPr>
        <w:pStyle w:val="Code"/>
      </w:pPr>
      <w:r>
        <w:t xml:space="preserve">       </w:t>
      </w:r>
      <w:proofErr w:type="spellStart"/>
      <w:proofErr w:type="gramStart"/>
      <w:r>
        <w:t>ActiveDocument.range.ShapeRange.Delete</w:t>
      </w:r>
      <w:proofErr w:type="spellEnd"/>
      <w:proofErr w:type="gramEnd"/>
    </w:p>
    <w:p w14:paraId="7146ED7F" w14:textId="77777777" w:rsidR="00F15973" w:rsidRDefault="00F15973" w:rsidP="00E15C55">
      <w:pPr>
        <w:pStyle w:val="Code"/>
      </w:pPr>
      <w:r>
        <w:t xml:space="preserve">       On Error </w:t>
      </w:r>
      <w:proofErr w:type="spellStart"/>
      <w:r>
        <w:t>GoTo</w:t>
      </w:r>
      <w:proofErr w:type="spellEnd"/>
      <w:r>
        <w:t xml:space="preserve"> 0</w:t>
      </w:r>
    </w:p>
    <w:p w14:paraId="49122144" w14:textId="77777777" w:rsidR="00F15973" w:rsidRDefault="00F15973" w:rsidP="00E15C55">
      <w:pPr>
        <w:pStyle w:val="Code"/>
      </w:pPr>
      <w:r>
        <w:t xml:space="preserve">    End If</w:t>
      </w:r>
    </w:p>
    <w:p w14:paraId="5792F88E" w14:textId="77777777" w:rsidR="00F15973" w:rsidRDefault="00F15973" w:rsidP="00E15C55">
      <w:pPr>
        <w:pStyle w:val="Code"/>
      </w:pPr>
    </w:p>
    <w:p w14:paraId="3C564B09" w14:textId="77777777" w:rsidR="00F15973" w:rsidRDefault="00F15973" w:rsidP="00E15C55">
      <w:pPr>
        <w:pStyle w:val="Code"/>
      </w:pPr>
      <w:r>
        <w:t xml:space="preserve">    'Prompt the user to specify the size of squares desired</w:t>
      </w:r>
    </w:p>
    <w:p w14:paraId="55895DE0" w14:textId="77777777" w:rsidR="00F15973" w:rsidRDefault="00F15973" w:rsidP="00E15C55">
      <w:pPr>
        <w:pStyle w:val="Code"/>
      </w:pPr>
      <w:proofErr w:type="spellStart"/>
      <w:r>
        <w:t>PromptUser</w:t>
      </w:r>
      <w:proofErr w:type="spellEnd"/>
      <w:r>
        <w:t>:</w:t>
      </w:r>
    </w:p>
    <w:p w14:paraId="11E350C4" w14:textId="77777777" w:rsidR="00F15973" w:rsidRDefault="00F15973" w:rsidP="00E15C55">
      <w:pPr>
        <w:pStyle w:val="Code"/>
      </w:pPr>
      <w:r>
        <w:t xml:space="preserve">    </w:t>
      </w:r>
      <w:proofErr w:type="spellStart"/>
      <w:r>
        <w:t>UserChoice</w:t>
      </w:r>
      <w:proofErr w:type="spellEnd"/>
      <w:r>
        <w:t xml:space="preserve"> = </w:t>
      </w:r>
      <w:proofErr w:type="spellStart"/>
      <w:r>
        <w:t>InputBox</w:t>
      </w:r>
      <w:proofErr w:type="spellEnd"/>
      <w:r>
        <w:t xml:space="preserve"> _</w:t>
      </w:r>
    </w:p>
    <w:p w14:paraId="589E2261" w14:textId="77777777" w:rsidR="00F15973" w:rsidRDefault="00F15973" w:rsidP="00E15C55">
      <w:pPr>
        <w:pStyle w:val="Code"/>
      </w:pPr>
      <w:r>
        <w:t xml:space="preserve">    ("Enter size of squares in points:" &amp; </w:t>
      </w:r>
      <w:proofErr w:type="spellStart"/>
      <w:r>
        <w:t>vbLf</w:t>
      </w:r>
      <w:proofErr w:type="spellEnd"/>
      <w:r>
        <w:t xml:space="preserve"> &amp; </w:t>
      </w:r>
      <w:proofErr w:type="spellStart"/>
      <w:r>
        <w:t>vbLf</w:t>
      </w:r>
      <w:proofErr w:type="spellEnd"/>
      <w:r>
        <w:t xml:space="preserve"> &amp; _</w:t>
      </w:r>
    </w:p>
    <w:p w14:paraId="4599BF66" w14:textId="77777777" w:rsidR="00F15973" w:rsidRDefault="00F15973" w:rsidP="00E15C55">
      <w:pPr>
        <w:pStyle w:val="Code"/>
      </w:pPr>
      <w:r>
        <w:t xml:space="preserve">       "(Value must be between 1 and 72)" &amp; </w:t>
      </w:r>
      <w:proofErr w:type="spellStart"/>
      <w:r>
        <w:t>vbLf</w:t>
      </w:r>
      <w:proofErr w:type="spellEnd"/>
      <w:r>
        <w:t xml:space="preserve"> &amp; _</w:t>
      </w:r>
    </w:p>
    <w:p w14:paraId="365095EE" w14:textId="77777777" w:rsidR="00F15973" w:rsidRDefault="00F15973" w:rsidP="00E15C55">
      <w:pPr>
        <w:pStyle w:val="Code"/>
      </w:pPr>
      <w:r>
        <w:t xml:space="preserve">       "9 points = 1/8 inch" &amp; </w:t>
      </w:r>
      <w:proofErr w:type="spellStart"/>
      <w:r>
        <w:t>vbLf</w:t>
      </w:r>
      <w:proofErr w:type="spellEnd"/>
      <w:r>
        <w:t xml:space="preserve"> &amp; _</w:t>
      </w:r>
    </w:p>
    <w:p w14:paraId="4C949830" w14:textId="77777777" w:rsidR="00F15973" w:rsidRDefault="00F15973" w:rsidP="00E15C55">
      <w:pPr>
        <w:pStyle w:val="Code"/>
      </w:pPr>
      <w:r>
        <w:t xml:space="preserve">       "12 points = 1/6 inch" &amp; </w:t>
      </w:r>
      <w:proofErr w:type="spellStart"/>
      <w:r>
        <w:t>vbLf</w:t>
      </w:r>
      <w:proofErr w:type="spellEnd"/>
      <w:r>
        <w:t xml:space="preserve"> &amp; _</w:t>
      </w:r>
    </w:p>
    <w:p w14:paraId="7B9F4346" w14:textId="77777777" w:rsidR="00F15973" w:rsidRDefault="00F15973" w:rsidP="00E15C55">
      <w:pPr>
        <w:pStyle w:val="Code"/>
      </w:pPr>
      <w:r>
        <w:t xml:space="preserve">       "18 points = 1/4 inch" &amp; </w:t>
      </w:r>
      <w:proofErr w:type="spellStart"/>
      <w:r>
        <w:t>vbLf</w:t>
      </w:r>
      <w:proofErr w:type="spellEnd"/>
      <w:r>
        <w:t xml:space="preserve"> &amp; _</w:t>
      </w:r>
    </w:p>
    <w:p w14:paraId="27E4CC77" w14:textId="77777777" w:rsidR="00F15973" w:rsidRDefault="00F15973" w:rsidP="00E15C55">
      <w:pPr>
        <w:pStyle w:val="Code"/>
      </w:pPr>
      <w:r>
        <w:t xml:space="preserve">       "24 points = 1/3 inch" &amp; </w:t>
      </w:r>
      <w:proofErr w:type="spellStart"/>
      <w:r>
        <w:t>vbLf</w:t>
      </w:r>
      <w:proofErr w:type="spellEnd"/>
      <w:r>
        <w:t xml:space="preserve"> &amp; _</w:t>
      </w:r>
    </w:p>
    <w:p w14:paraId="0F84CAC6" w14:textId="77777777" w:rsidR="00F15973" w:rsidRDefault="00F15973" w:rsidP="00E15C55">
      <w:pPr>
        <w:pStyle w:val="Code"/>
      </w:pPr>
      <w:r>
        <w:t xml:space="preserve">       "36 points = 1/2 inch" &amp; </w:t>
      </w:r>
      <w:proofErr w:type="spellStart"/>
      <w:r>
        <w:t>vbLf</w:t>
      </w:r>
      <w:proofErr w:type="spellEnd"/>
      <w:r>
        <w:t xml:space="preserve"> &amp; _</w:t>
      </w:r>
    </w:p>
    <w:p w14:paraId="7463C3BA" w14:textId="77777777" w:rsidR="00F15973" w:rsidRDefault="00F15973" w:rsidP="00E15C55">
      <w:pPr>
        <w:pStyle w:val="Code"/>
      </w:pPr>
      <w:r>
        <w:t xml:space="preserve">       "48 points = 2/3 inch" &amp; </w:t>
      </w:r>
      <w:proofErr w:type="spellStart"/>
      <w:r>
        <w:t>vbLf</w:t>
      </w:r>
      <w:proofErr w:type="spellEnd"/>
      <w:r>
        <w:t xml:space="preserve"> &amp; _</w:t>
      </w:r>
    </w:p>
    <w:p w14:paraId="3258A072" w14:textId="77777777" w:rsidR="00F15973" w:rsidRDefault="00F15973" w:rsidP="00E15C55">
      <w:pPr>
        <w:pStyle w:val="Code"/>
      </w:pPr>
      <w:r>
        <w:t xml:space="preserve">       "72 points = one inch", "Create graph paper")</w:t>
      </w:r>
    </w:p>
    <w:p w14:paraId="0D100238" w14:textId="77777777" w:rsidR="00F15973" w:rsidRDefault="00F15973" w:rsidP="00E15C55">
      <w:pPr>
        <w:pStyle w:val="Code"/>
      </w:pPr>
    </w:p>
    <w:p w14:paraId="3A31D8CA" w14:textId="77777777" w:rsidR="00F15973" w:rsidRPr="00E15C55" w:rsidRDefault="00F15973" w:rsidP="00E15C55">
      <w:pPr>
        <w:pStyle w:val="Code"/>
      </w:pPr>
      <w:r w:rsidRPr="00E15C55">
        <w:t xml:space="preserve">    'If the size requested is outside the allowed range,</w:t>
      </w:r>
    </w:p>
    <w:p w14:paraId="25568AF0" w14:textId="77777777" w:rsidR="00F15973" w:rsidRDefault="00F15973" w:rsidP="00E15C55">
      <w:pPr>
        <w:pStyle w:val="Code"/>
      </w:pPr>
      <w:r>
        <w:t xml:space="preserve">    'then go back and prompt the user again,</w:t>
      </w:r>
    </w:p>
    <w:p w14:paraId="041CCC98" w14:textId="77777777" w:rsidR="00F15973" w:rsidRDefault="00F15973" w:rsidP="00E15C55">
      <w:pPr>
        <w:pStyle w:val="Code"/>
      </w:pPr>
      <w:r>
        <w:t xml:space="preserve">    'but if user has clicked cancel, then quit</w:t>
      </w:r>
    </w:p>
    <w:p w14:paraId="5FE1878F" w14:textId="77777777" w:rsidR="00F15973" w:rsidRDefault="00F15973" w:rsidP="00E15C55">
      <w:pPr>
        <w:pStyle w:val="Code"/>
      </w:pPr>
      <w:r>
        <w:t xml:space="preserve">    If </w:t>
      </w:r>
      <w:proofErr w:type="spellStart"/>
      <w:proofErr w:type="gramStart"/>
      <w:r>
        <w:t>IsNumeric</w:t>
      </w:r>
      <w:proofErr w:type="spellEnd"/>
      <w:r>
        <w:t>(</w:t>
      </w:r>
      <w:proofErr w:type="spellStart"/>
      <w:proofErr w:type="gramEnd"/>
      <w:r>
        <w:t>UserChoice</w:t>
      </w:r>
      <w:proofErr w:type="spellEnd"/>
      <w:r>
        <w:t>) Then</w:t>
      </w:r>
    </w:p>
    <w:p w14:paraId="6A1A5675" w14:textId="77777777" w:rsidR="00F15973" w:rsidRDefault="00F15973" w:rsidP="00E15C55">
      <w:pPr>
        <w:pStyle w:val="Code"/>
      </w:pPr>
      <w:r>
        <w:t xml:space="preserve">       Interval = </w:t>
      </w:r>
      <w:proofErr w:type="gramStart"/>
      <w:r>
        <w:t>Val(</w:t>
      </w:r>
      <w:proofErr w:type="spellStart"/>
      <w:proofErr w:type="gramEnd"/>
      <w:r>
        <w:t>UserChoice</w:t>
      </w:r>
      <w:proofErr w:type="spellEnd"/>
      <w:r>
        <w:t>)</w:t>
      </w:r>
    </w:p>
    <w:p w14:paraId="0F73BAB9" w14:textId="77777777" w:rsidR="00F15973" w:rsidRDefault="00F15973" w:rsidP="00E15C55">
      <w:pPr>
        <w:pStyle w:val="Code"/>
      </w:pPr>
      <w:r>
        <w:t xml:space="preserve">       If Interval &gt; 72 Or Interval &lt; 2 Then</w:t>
      </w:r>
    </w:p>
    <w:p w14:paraId="65CEF41E" w14:textId="77777777" w:rsidR="00F15973" w:rsidRDefault="00F15973" w:rsidP="00E15C55">
      <w:pPr>
        <w:pStyle w:val="Code"/>
      </w:pPr>
      <w:r>
        <w:t xml:space="preserve">          </w:t>
      </w:r>
      <w:proofErr w:type="spellStart"/>
      <w:r>
        <w:t>MsgBox</w:t>
      </w:r>
      <w:proofErr w:type="spellEnd"/>
      <w:r>
        <w:t xml:space="preserve"> "Value must be between 1 and 72.", _</w:t>
      </w:r>
    </w:p>
    <w:p w14:paraId="4F78037B" w14:textId="77777777" w:rsidR="00F15973" w:rsidRDefault="00F15973" w:rsidP="00E15C55">
      <w:pPr>
        <w:pStyle w:val="Code"/>
      </w:pPr>
      <w:r>
        <w:t xml:space="preserve">            </w:t>
      </w:r>
      <w:proofErr w:type="spellStart"/>
      <w:r>
        <w:t>vbOKOnly</w:t>
      </w:r>
      <w:proofErr w:type="spellEnd"/>
      <w:r>
        <w:t xml:space="preserve"> + </w:t>
      </w:r>
      <w:proofErr w:type="spellStart"/>
      <w:r>
        <w:t>vbInformation</w:t>
      </w:r>
      <w:proofErr w:type="spellEnd"/>
      <w:r>
        <w:t>, "Value out of range"</w:t>
      </w:r>
    </w:p>
    <w:p w14:paraId="4A2A64B1" w14:textId="77777777" w:rsidR="00F15973" w:rsidRDefault="00F15973" w:rsidP="00E15C55">
      <w:pPr>
        <w:pStyle w:val="Code"/>
      </w:pPr>
      <w:r>
        <w:t xml:space="preserve">         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PromptUser</w:t>
      </w:r>
      <w:proofErr w:type="spellEnd"/>
    </w:p>
    <w:p w14:paraId="5765C06D" w14:textId="77777777" w:rsidR="00F15973" w:rsidRDefault="00F15973" w:rsidP="00E15C55">
      <w:pPr>
        <w:pStyle w:val="Code"/>
      </w:pPr>
      <w:r>
        <w:t xml:space="preserve">       End If</w:t>
      </w:r>
    </w:p>
    <w:p w14:paraId="7594058A" w14:textId="77777777" w:rsidR="00F15973" w:rsidRDefault="00F15973" w:rsidP="00E15C55">
      <w:pPr>
        <w:pStyle w:val="Code"/>
      </w:pPr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UserChoice</w:t>
      </w:r>
      <w:proofErr w:type="spellEnd"/>
      <w:r>
        <w:t xml:space="preserve"> = "" Then</w:t>
      </w:r>
    </w:p>
    <w:p w14:paraId="4AA56735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EndGracefully</w:t>
      </w:r>
      <w:proofErr w:type="spellEnd"/>
    </w:p>
    <w:p w14:paraId="467541A2" w14:textId="77777777" w:rsidR="00F15973" w:rsidRDefault="00F15973" w:rsidP="00E15C55">
      <w:pPr>
        <w:pStyle w:val="Code"/>
      </w:pPr>
      <w:r>
        <w:t xml:space="preserve">    Else</w:t>
      </w:r>
    </w:p>
    <w:p w14:paraId="1B63B47A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PromptUser</w:t>
      </w:r>
      <w:proofErr w:type="spellEnd"/>
    </w:p>
    <w:p w14:paraId="5B0F70E1" w14:textId="77777777" w:rsidR="00F15973" w:rsidRDefault="00F15973" w:rsidP="00E15C55">
      <w:pPr>
        <w:pStyle w:val="Code"/>
      </w:pPr>
      <w:r>
        <w:t xml:space="preserve">    End If</w:t>
      </w:r>
    </w:p>
    <w:p w14:paraId="7A6A494B" w14:textId="77777777" w:rsidR="00F15973" w:rsidRDefault="00F15973" w:rsidP="00E15C55">
      <w:pPr>
        <w:pStyle w:val="Code"/>
      </w:pPr>
    </w:p>
    <w:p w14:paraId="5A8AAF1E" w14:textId="77777777" w:rsidR="00F15973" w:rsidRDefault="00F15973" w:rsidP="00E15C55">
      <w:pPr>
        <w:pStyle w:val="Code"/>
      </w:pPr>
      <w:r>
        <w:t xml:space="preserve">    'Calculate beginning and ending positions</w:t>
      </w:r>
    </w:p>
    <w:p w14:paraId="156CE8E5" w14:textId="77777777" w:rsidR="00F15973" w:rsidRDefault="00F15973" w:rsidP="00E15C55">
      <w:pPr>
        <w:pStyle w:val="Code"/>
      </w:pPr>
      <w:r>
        <w:t xml:space="preserve">    'based on page size and margins</w:t>
      </w:r>
    </w:p>
    <w:p w14:paraId="0E2F4840" w14:textId="77777777" w:rsidR="00F15973" w:rsidRDefault="00F15973" w:rsidP="00E15C55">
      <w:pPr>
        <w:pStyle w:val="Code"/>
      </w:pPr>
      <w:r>
        <w:t xml:space="preserve">    With </w:t>
      </w:r>
      <w:proofErr w:type="spellStart"/>
      <w:proofErr w:type="gramStart"/>
      <w:r>
        <w:t>ActiveDocument.Sections.First.PageSetup</w:t>
      </w:r>
      <w:proofErr w:type="spellEnd"/>
      <w:proofErr w:type="gramEnd"/>
    </w:p>
    <w:p w14:paraId="46F3756C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sglBeginX</w:t>
      </w:r>
      <w:proofErr w:type="spellEnd"/>
      <w:r>
        <w:t xml:space="preserve"> </w:t>
      </w:r>
      <w:proofErr w:type="gramStart"/>
      <w:r>
        <w:t>= .</w:t>
      </w:r>
      <w:proofErr w:type="spellStart"/>
      <w:r>
        <w:t>LeftMargin</w:t>
      </w:r>
      <w:proofErr w:type="spellEnd"/>
      <w:proofErr w:type="gramEnd"/>
    </w:p>
    <w:p w14:paraId="04EC9697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sglEndX</w:t>
      </w:r>
      <w:proofErr w:type="spellEnd"/>
      <w:r>
        <w:t xml:space="preserve"> </w:t>
      </w:r>
      <w:proofErr w:type="gramStart"/>
      <w:r>
        <w:t>= .</w:t>
      </w:r>
      <w:proofErr w:type="spellStart"/>
      <w:r>
        <w:t>PageWidth</w:t>
      </w:r>
      <w:proofErr w:type="spellEnd"/>
      <w:proofErr w:type="gramEnd"/>
      <w:r>
        <w:t xml:space="preserve"> - .</w:t>
      </w:r>
      <w:proofErr w:type="spellStart"/>
      <w:r>
        <w:t>RightMargin</w:t>
      </w:r>
      <w:proofErr w:type="spellEnd"/>
    </w:p>
    <w:p w14:paraId="0359D6FB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sglBeginY</w:t>
      </w:r>
      <w:proofErr w:type="spellEnd"/>
      <w:r>
        <w:t xml:space="preserve"> </w:t>
      </w:r>
      <w:proofErr w:type="gramStart"/>
      <w:r>
        <w:t>= .</w:t>
      </w:r>
      <w:proofErr w:type="spellStart"/>
      <w:r>
        <w:t>TopMargin</w:t>
      </w:r>
      <w:proofErr w:type="spellEnd"/>
      <w:proofErr w:type="gramEnd"/>
    </w:p>
    <w:p w14:paraId="28991089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sglEndY</w:t>
      </w:r>
      <w:proofErr w:type="spellEnd"/>
      <w:r>
        <w:t xml:space="preserve"> </w:t>
      </w:r>
      <w:proofErr w:type="gramStart"/>
      <w:r>
        <w:t>= .</w:t>
      </w:r>
      <w:proofErr w:type="spellStart"/>
      <w:r>
        <w:t>PageHeight</w:t>
      </w:r>
      <w:proofErr w:type="spellEnd"/>
      <w:proofErr w:type="gramEnd"/>
      <w:r>
        <w:t xml:space="preserve"> - .</w:t>
      </w:r>
      <w:proofErr w:type="spellStart"/>
      <w:r>
        <w:t>BottomMargin</w:t>
      </w:r>
      <w:proofErr w:type="spellEnd"/>
    </w:p>
    <w:p w14:paraId="131C17D6" w14:textId="77777777" w:rsidR="00F15973" w:rsidRDefault="00F15973" w:rsidP="00E15C55">
      <w:pPr>
        <w:pStyle w:val="Code"/>
      </w:pPr>
      <w:r>
        <w:t xml:space="preserve">    End With</w:t>
      </w:r>
    </w:p>
    <w:p w14:paraId="37CB2BD5" w14:textId="77777777" w:rsidR="00F15973" w:rsidRDefault="00F15973" w:rsidP="00E15C55">
      <w:pPr>
        <w:pStyle w:val="Code"/>
      </w:pPr>
    </w:p>
    <w:p w14:paraId="085D61F9" w14:textId="77777777" w:rsidR="00F15973" w:rsidRDefault="00F15973" w:rsidP="00E15C55">
      <w:pPr>
        <w:pStyle w:val="Code"/>
      </w:pPr>
      <w:r>
        <w:t xml:space="preserve">    'Calculate how many squares of the requested size</w:t>
      </w:r>
    </w:p>
    <w:p w14:paraId="01844DE6" w14:textId="77777777" w:rsidR="00F15973" w:rsidRDefault="00F15973" w:rsidP="00E15C55">
      <w:pPr>
        <w:pStyle w:val="Code"/>
      </w:pPr>
      <w:r>
        <w:t xml:space="preserve">    'can fit in the available area</w:t>
      </w:r>
    </w:p>
    <w:p w14:paraId="4BAD2C1F" w14:textId="77777777" w:rsidR="00F15973" w:rsidRDefault="00F15973" w:rsidP="00E15C55">
      <w:pPr>
        <w:pStyle w:val="Code"/>
      </w:pPr>
      <w:r>
        <w:t xml:space="preserve">    </w:t>
      </w:r>
      <w:proofErr w:type="spellStart"/>
      <w:r>
        <w:t>HorizontalGridLines</w:t>
      </w:r>
      <w:proofErr w:type="spellEnd"/>
      <w:r>
        <w:t xml:space="preserve"> = </w:t>
      </w:r>
      <w:proofErr w:type="gramStart"/>
      <w:r>
        <w:t>Int(</w:t>
      </w:r>
      <w:proofErr w:type="gramEnd"/>
      <w:r>
        <w:t>(</w:t>
      </w:r>
      <w:proofErr w:type="spellStart"/>
      <w:r>
        <w:t>sglEndY</w:t>
      </w:r>
      <w:proofErr w:type="spellEnd"/>
      <w:r>
        <w:t xml:space="preserve"> - </w:t>
      </w:r>
      <w:proofErr w:type="spellStart"/>
      <w:r>
        <w:t>sglBeginY</w:t>
      </w:r>
      <w:proofErr w:type="spellEnd"/>
      <w:r>
        <w:t>) / Interval)</w:t>
      </w:r>
    </w:p>
    <w:p w14:paraId="4D828A9D" w14:textId="77777777" w:rsidR="00F15973" w:rsidRDefault="00F15973" w:rsidP="00E15C55">
      <w:pPr>
        <w:pStyle w:val="Code"/>
      </w:pPr>
      <w:r>
        <w:t xml:space="preserve">    </w:t>
      </w:r>
      <w:proofErr w:type="spellStart"/>
      <w:r>
        <w:t>VerticalGridLines</w:t>
      </w:r>
      <w:proofErr w:type="spellEnd"/>
      <w:r>
        <w:t xml:space="preserve"> = </w:t>
      </w:r>
      <w:proofErr w:type="gramStart"/>
      <w:r>
        <w:t>Int(</w:t>
      </w:r>
      <w:proofErr w:type="gramEnd"/>
      <w:r>
        <w:t>(</w:t>
      </w:r>
      <w:proofErr w:type="spellStart"/>
      <w:r>
        <w:t>sglEndX</w:t>
      </w:r>
      <w:proofErr w:type="spellEnd"/>
      <w:r>
        <w:t xml:space="preserve"> - </w:t>
      </w:r>
      <w:proofErr w:type="spellStart"/>
      <w:r>
        <w:t>sglBeginX</w:t>
      </w:r>
      <w:proofErr w:type="spellEnd"/>
      <w:r>
        <w:t>) / Interval)</w:t>
      </w:r>
    </w:p>
    <w:p w14:paraId="240C76D0" w14:textId="77777777" w:rsidR="00F15973" w:rsidRDefault="00F15973" w:rsidP="00E15C55">
      <w:pPr>
        <w:pStyle w:val="Code"/>
      </w:pPr>
    </w:p>
    <w:p w14:paraId="0D36D1DF" w14:textId="77777777" w:rsidR="00F15973" w:rsidRDefault="00F15973" w:rsidP="00E15C55">
      <w:pPr>
        <w:pStyle w:val="Code"/>
      </w:pPr>
      <w:r>
        <w:t xml:space="preserve">    'Calculate the size of the finished grid, based on</w:t>
      </w:r>
    </w:p>
    <w:p w14:paraId="0B1E165B" w14:textId="77777777" w:rsidR="00F15973" w:rsidRDefault="00F15973" w:rsidP="00E15C55">
      <w:pPr>
        <w:pStyle w:val="Code"/>
      </w:pPr>
      <w:r>
        <w:t xml:space="preserve">    'size of the number of lines and the size of the squares</w:t>
      </w:r>
    </w:p>
    <w:p w14:paraId="1C4C5955" w14:textId="77777777" w:rsidR="00F15973" w:rsidRDefault="00F15973" w:rsidP="00E15C55">
      <w:pPr>
        <w:pStyle w:val="Code"/>
      </w:pPr>
      <w:r>
        <w:t xml:space="preserve">    </w:t>
      </w:r>
      <w:proofErr w:type="spellStart"/>
      <w:r>
        <w:t>GridWidth</w:t>
      </w:r>
      <w:proofErr w:type="spellEnd"/>
      <w:r>
        <w:t xml:space="preserve"> = </w:t>
      </w:r>
      <w:proofErr w:type="spellStart"/>
      <w:r>
        <w:t>VerticalGridLines</w:t>
      </w:r>
      <w:proofErr w:type="spellEnd"/>
      <w:r>
        <w:t xml:space="preserve"> * Interval</w:t>
      </w:r>
    </w:p>
    <w:p w14:paraId="380BD52A" w14:textId="77777777" w:rsidR="00F15973" w:rsidRDefault="00F15973" w:rsidP="00E15C55">
      <w:pPr>
        <w:pStyle w:val="Code"/>
      </w:pPr>
      <w:r>
        <w:t xml:space="preserve">    </w:t>
      </w:r>
      <w:proofErr w:type="spellStart"/>
      <w:r>
        <w:t>GridHeight</w:t>
      </w:r>
      <w:proofErr w:type="spellEnd"/>
      <w:r>
        <w:t xml:space="preserve"> = </w:t>
      </w:r>
      <w:proofErr w:type="spellStart"/>
      <w:r>
        <w:t>HorizontalGridLines</w:t>
      </w:r>
      <w:proofErr w:type="spellEnd"/>
      <w:r>
        <w:t xml:space="preserve"> * Interval</w:t>
      </w:r>
    </w:p>
    <w:p w14:paraId="38FD8A72" w14:textId="77777777" w:rsidR="00F15973" w:rsidRDefault="00F15973" w:rsidP="00E15C55">
      <w:pPr>
        <w:pStyle w:val="Code"/>
      </w:pPr>
    </w:p>
    <w:p w14:paraId="71B4F740" w14:textId="77777777" w:rsidR="00F15973" w:rsidRDefault="00F15973" w:rsidP="00E15C55">
      <w:pPr>
        <w:pStyle w:val="Code"/>
      </w:pPr>
      <w:r>
        <w:t xml:space="preserve">    'draw the horizontal lines</w:t>
      </w:r>
    </w:p>
    <w:p w14:paraId="467E4929" w14:textId="77777777" w:rsidR="00F15973" w:rsidRDefault="00F15973" w:rsidP="00E15C55">
      <w:pPr>
        <w:pStyle w:val="Code"/>
      </w:pPr>
      <w:r>
        <w:t xml:space="preserve">    For </w:t>
      </w:r>
      <w:proofErr w:type="spellStart"/>
      <w:r>
        <w:t>LineCount</w:t>
      </w:r>
      <w:proofErr w:type="spellEnd"/>
      <w:r>
        <w:t xml:space="preserve"> = 0 To </w:t>
      </w:r>
      <w:proofErr w:type="spellStart"/>
      <w:r>
        <w:t>HorizontalGridLines</w:t>
      </w:r>
      <w:proofErr w:type="spellEnd"/>
    </w:p>
    <w:p w14:paraId="75C98DEC" w14:textId="77777777" w:rsidR="00F15973" w:rsidRDefault="00F15973" w:rsidP="00E15C55">
      <w:pPr>
        <w:pStyle w:val="Code"/>
      </w:pPr>
      <w:r>
        <w:t xml:space="preserve">       Set </w:t>
      </w:r>
      <w:proofErr w:type="spellStart"/>
      <w:r>
        <w:t>oLine</w:t>
      </w:r>
      <w:proofErr w:type="spellEnd"/>
      <w:r>
        <w:t xml:space="preserve"> = </w:t>
      </w:r>
      <w:proofErr w:type="spellStart"/>
      <w:proofErr w:type="gramStart"/>
      <w:r>
        <w:t>ActiveDocument.Shapes.AddLine</w:t>
      </w:r>
      <w:proofErr w:type="spellEnd"/>
      <w:proofErr w:type="gramEnd"/>
      <w:r>
        <w:t>( _</w:t>
      </w:r>
    </w:p>
    <w:p w14:paraId="50568361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BeginX</w:t>
      </w:r>
      <w:proofErr w:type="spellEnd"/>
      <w:r>
        <w:t>:=</w:t>
      </w:r>
      <w:proofErr w:type="spellStart"/>
      <w:proofErr w:type="gramEnd"/>
      <w:r>
        <w:t>sglBeginX</w:t>
      </w:r>
      <w:proofErr w:type="spellEnd"/>
      <w:r>
        <w:t>, _</w:t>
      </w:r>
    </w:p>
    <w:p w14:paraId="21FB08C4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BeginY</w:t>
      </w:r>
      <w:proofErr w:type="spellEnd"/>
      <w:r>
        <w:t>:=</w:t>
      </w:r>
      <w:proofErr w:type="spellStart"/>
      <w:proofErr w:type="gramEnd"/>
      <w:r>
        <w:t>sglBeginY</w:t>
      </w:r>
      <w:proofErr w:type="spellEnd"/>
      <w:r>
        <w:t xml:space="preserve"> + </w:t>
      </w:r>
      <w:proofErr w:type="spellStart"/>
      <w:r>
        <w:t>LineCount</w:t>
      </w:r>
      <w:proofErr w:type="spellEnd"/>
      <w:r>
        <w:t xml:space="preserve"> * Interval, _</w:t>
      </w:r>
    </w:p>
    <w:p w14:paraId="368C0997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EndX</w:t>
      </w:r>
      <w:proofErr w:type="spellEnd"/>
      <w:r>
        <w:t>:=</w:t>
      </w:r>
      <w:proofErr w:type="spellStart"/>
      <w:proofErr w:type="gramEnd"/>
      <w:r>
        <w:t>sglBeginX</w:t>
      </w:r>
      <w:proofErr w:type="spellEnd"/>
      <w:r>
        <w:t xml:space="preserve"> + </w:t>
      </w:r>
      <w:proofErr w:type="spellStart"/>
      <w:r>
        <w:t>GridWidth</w:t>
      </w:r>
      <w:proofErr w:type="spellEnd"/>
      <w:r>
        <w:t>, _</w:t>
      </w:r>
    </w:p>
    <w:p w14:paraId="3558BD26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EndY</w:t>
      </w:r>
      <w:proofErr w:type="spellEnd"/>
      <w:r>
        <w:t>:=</w:t>
      </w:r>
      <w:proofErr w:type="spellStart"/>
      <w:proofErr w:type="gramEnd"/>
      <w:r>
        <w:t>sglBeginY</w:t>
      </w:r>
      <w:proofErr w:type="spellEnd"/>
      <w:r>
        <w:t xml:space="preserve"> + </w:t>
      </w:r>
      <w:proofErr w:type="spellStart"/>
      <w:r>
        <w:t>LineCount</w:t>
      </w:r>
      <w:proofErr w:type="spellEnd"/>
      <w:r>
        <w:t xml:space="preserve"> * Interval)</w:t>
      </w:r>
    </w:p>
    <w:p w14:paraId="285D25BC" w14:textId="77777777" w:rsidR="00F15973" w:rsidRDefault="00F15973" w:rsidP="00E15C55">
      <w:pPr>
        <w:pStyle w:val="Code"/>
      </w:pPr>
      <w:r>
        <w:t xml:space="preserve">       </w:t>
      </w:r>
      <w:proofErr w:type="spellStart"/>
      <w:proofErr w:type="gramStart"/>
      <w:r>
        <w:t>oLine.line.Weight</w:t>
      </w:r>
      <w:proofErr w:type="spellEnd"/>
      <w:proofErr w:type="gramEnd"/>
      <w:r>
        <w:t xml:space="preserve"> = LINE_WEIGHT</w:t>
      </w:r>
    </w:p>
    <w:p w14:paraId="187D695A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oLine.ZOrder</w:t>
      </w:r>
      <w:proofErr w:type="spellEnd"/>
      <w:r>
        <w:t xml:space="preserve"> </w:t>
      </w:r>
      <w:proofErr w:type="spellStart"/>
      <w:r>
        <w:t>msoSendBehindText</w:t>
      </w:r>
      <w:proofErr w:type="spellEnd"/>
      <w:r>
        <w:t xml:space="preserve">   'Charles Kenyon</w:t>
      </w:r>
    </w:p>
    <w:p w14:paraId="1E3F632F" w14:textId="77777777" w:rsidR="00F15973" w:rsidRDefault="00F15973" w:rsidP="00E15C55">
      <w:pPr>
        <w:pStyle w:val="Code"/>
      </w:pPr>
      <w:r>
        <w:t xml:space="preserve">    Next </w:t>
      </w:r>
      <w:proofErr w:type="spellStart"/>
      <w:r>
        <w:t>LineCount</w:t>
      </w:r>
      <w:proofErr w:type="spellEnd"/>
    </w:p>
    <w:p w14:paraId="00CCD27A" w14:textId="77777777" w:rsidR="00F15973" w:rsidRDefault="00F15973" w:rsidP="00E15C55">
      <w:pPr>
        <w:pStyle w:val="Code"/>
      </w:pPr>
    </w:p>
    <w:p w14:paraId="4CB341F9" w14:textId="77777777" w:rsidR="00F15973" w:rsidRDefault="00F15973" w:rsidP="00E15C55">
      <w:pPr>
        <w:pStyle w:val="Code"/>
      </w:pPr>
      <w:r>
        <w:t xml:space="preserve">    'draw the vertical lines</w:t>
      </w:r>
    </w:p>
    <w:p w14:paraId="13F6DB62" w14:textId="77777777" w:rsidR="00F15973" w:rsidRDefault="00F15973" w:rsidP="00E15C55">
      <w:pPr>
        <w:pStyle w:val="Code"/>
      </w:pPr>
      <w:r>
        <w:t xml:space="preserve">    For </w:t>
      </w:r>
      <w:proofErr w:type="spellStart"/>
      <w:r>
        <w:t>LineCount</w:t>
      </w:r>
      <w:proofErr w:type="spellEnd"/>
      <w:r>
        <w:t xml:space="preserve"> = 0 To </w:t>
      </w:r>
      <w:proofErr w:type="spellStart"/>
      <w:r>
        <w:t>VerticalGridLines</w:t>
      </w:r>
      <w:proofErr w:type="spellEnd"/>
    </w:p>
    <w:p w14:paraId="004AE917" w14:textId="77777777" w:rsidR="00F15973" w:rsidRDefault="00F15973" w:rsidP="00E15C55">
      <w:pPr>
        <w:pStyle w:val="Code"/>
      </w:pPr>
      <w:r>
        <w:t xml:space="preserve">       Set </w:t>
      </w:r>
      <w:proofErr w:type="spellStart"/>
      <w:r>
        <w:t>oLine</w:t>
      </w:r>
      <w:proofErr w:type="spellEnd"/>
      <w:r>
        <w:t xml:space="preserve"> = </w:t>
      </w:r>
      <w:proofErr w:type="spellStart"/>
      <w:proofErr w:type="gramStart"/>
      <w:r>
        <w:t>ActiveDocument.Shapes.AddLine</w:t>
      </w:r>
      <w:proofErr w:type="spellEnd"/>
      <w:proofErr w:type="gramEnd"/>
      <w:r>
        <w:t>( _</w:t>
      </w:r>
    </w:p>
    <w:p w14:paraId="54DCCA75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BeginX</w:t>
      </w:r>
      <w:proofErr w:type="spellEnd"/>
      <w:r>
        <w:t>:=</w:t>
      </w:r>
      <w:proofErr w:type="spellStart"/>
      <w:proofErr w:type="gramEnd"/>
      <w:r>
        <w:t>sglBeginX</w:t>
      </w:r>
      <w:proofErr w:type="spellEnd"/>
      <w:r>
        <w:t xml:space="preserve"> + </w:t>
      </w:r>
      <w:proofErr w:type="spellStart"/>
      <w:r>
        <w:t>LineCount</w:t>
      </w:r>
      <w:proofErr w:type="spellEnd"/>
      <w:r>
        <w:t xml:space="preserve"> * Interval, _</w:t>
      </w:r>
    </w:p>
    <w:p w14:paraId="354FBFB3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BeginY</w:t>
      </w:r>
      <w:proofErr w:type="spellEnd"/>
      <w:r>
        <w:t>:=</w:t>
      </w:r>
      <w:proofErr w:type="spellStart"/>
      <w:proofErr w:type="gramEnd"/>
      <w:r>
        <w:t>sglBeginY</w:t>
      </w:r>
      <w:proofErr w:type="spellEnd"/>
      <w:r>
        <w:t>, _</w:t>
      </w:r>
    </w:p>
    <w:p w14:paraId="4F7A0C0B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EndX</w:t>
      </w:r>
      <w:proofErr w:type="spellEnd"/>
      <w:r>
        <w:t>:=</w:t>
      </w:r>
      <w:proofErr w:type="spellStart"/>
      <w:proofErr w:type="gramEnd"/>
      <w:r>
        <w:t>sglBeginX</w:t>
      </w:r>
      <w:proofErr w:type="spellEnd"/>
      <w:r>
        <w:t xml:space="preserve"> + </w:t>
      </w:r>
      <w:proofErr w:type="spellStart"/>
      <w:r>
        <w:t>LineCount</w:t>
      </w:r>
      <w:proofErr w:type="spellEnd"/>
      <w:r>
        <w:t xml:space="preserve"> * Interval, _</w:t>
      </w:r>
    </w:p>
    <w:p w14:paraId="182CEFEB" w14:textId="77777777" w:rsidR="00F15973" w:rsidRDefault="00F15973" w:rsidP="00E15C55">
      <w:pPr>
        <w:pStyle w:val="Code"/>
      </w:pPr>
      <w:r>
        <w:t xml:space="preserve">          </w:t>
      </w:r>
      <w:proofErr w:type="spellStart"/>
      <w:proofErr w:type="gramStart"/>
      <w:r>
        <w:t>EndY</w:t>
      </w:r>
      <w:proofErr w:type="spellEnd"/>
      <w:r>
        <w:t>:=</w:t>
      </w:r>
      <w:proofErr w:type="spellStart"/>
      <w:proofErr w:type="gramEnd"/>
      <w:r>
        <w:t>sglBeginY</w:t>
      </w:r>
      <w:proofErr w:type="spellEnd"/>
      <w:r>
        <w:t xml:space="preserve"> + </w:t>
      </w:r>
      <w:proofErr w:type="spellStart"/>
      <w:r>
        <w:t>GridHeight</w:t>
      </w:r>
      <w:proofErr w:type="spellEnd"/>
      <w:r>
        <w:t>)</w:t>
      </w:r>
    </w:p>
    <w:p w14:paraId="0EFCCFC2" w14:textId="77777777" w:rsidR="00F15973" w:rsidRDefault="00F15973" w:rsidP="00E15C55">
      <w:pPr>
        <w:pStyle w:val="Code"/>
      </w:pPr>
      <w:r>
        <w:t xml:space="preserve">       </w:t>
      </w:r>
      <w:proofErr w:type="spellStart"/>
      <w:proofErr w:type="gramStart"/>
      <w:r>
        <w:t>oLine.line.Weight</w:t>
      </w:r>
      <w:proofErr w:type="spellEnd"/>
      <w:proofErr w:type="gramEnd"/>
      <w:r>
        <w:t xml:space="preserve"> = LINE_WEIGHT</w:t>
      </w:r>
    </w:p>
    <w:p w14:paraId="13BB0099" w14:textId="77777777" w:rsidR="00F15973" w:rsidRDefault="00F15973" w:rsidP="00E15C55">
      <w:pPr>
        <w:pStyle w:val="Code"/>
      </w:pPr>
      <w:r>
        <w:t xml:space="preserve">       </w:t>
      </w:r>
      <w:proofErr w:type="spellStart"/>
      <w:r>
        <w:t>oLine.ZOrder</w:t>
      </w:r>
      <w:proofErr w:type="spellEnd"/>
      <w:r>
        <w:t xml:space="preserve"> </w:t>
      </w:r>
      <w:proofErr w:type="spellStart"/>
      <w:r>
        <w:t>msoSendBehindText</w:t>
      </w:r>
      <w:proofErr w:type="spellEnd"/>
      <w:r>
        <w:t xml:space="preserve">   'Charles Kenyon</w:t>
      </w:r>
    </w:p>
    <w:p w14:paraId="0812AD20" w14:textId="77777777" w:rsidR="00F15973" w:rsidRDefault="00F15973" w:rsidP="00E15C55">
      <w:pPr>
        <w:pStyle w:val="Code"/>
      </w:pPr>
      <w:r>
        <w:t xml:space="preserve">    Next </w:t>
      </w:r>
      <w:proofErr w:type="spellStart"/>
      <w:r>
        <w:t>LineCount</w:t>
      </w:r>
      <w:proofErr w:type="spellEnd"/>
    </w:p>
    <w:p w14:paraId="4F88594D" w14:textId="77777777" w:rsidR="00F15973" w:rsidRDefault="00F15973" w:rsidP="00E15C55">
      <w:pPr>
        <w:pStyle w:val="Code"/>
      </w:pPr>
    </w:p>
    <w:p w14:paraId="3CD6AD0C" w14:textId="77777777" w:rsidR="00F15973" w:rsidRDefault="00F15973" w:rsidP="00E15C55">
      <w:pPr>
        <w:pStyle w:val="Code"/>
      </w:pPr>
      <w:r>
        <w:t xml:space="preserve">    'release the </w:t>
      </w:r>
      <w:proofErr w:type="spellStart"/>
      <w:r>
        <w:t>oLine</w:t>
      </w:r>
      <w:proofErr w:type="spellEnd"/>
      <w:r>
        <w:t xml:space="preserve"> object </w:t>
      </w:r>
      <w:proofErr w:type="spellStart"/>
      <w:r>
        <w:t>from</w:t>
      </w:r>
      <w:proofErr w:type="spellEnd"/>
      <w:r>
        <w:t xml:space="preserve"> memory</w:t>
      </w:r>
    </w:p>
    <w:p w14:paraId="12B9898B" w14:textId="77777777" w:rsidR="00F15973" w:rsidRDefault="00F15973" w:rsidP="00E15C55">
      <w:pPr>
        <w:pStyle w:val="Code"/>
      </w:pPr>
      <w:r>
        <w:t xml:space="preserve">    Set </w:t>
      </w:r>
      <w:proofErr w:type="spellStart"/>
      <w:r>
        <w:t>oLine</w:t>
      </w:r>
      <w:proofErr w:type="spellEnd"/>
      <w:r>
        <w:t xml:space="preserve"> = Nothing</w:t>
      </w:r>
    </w:p>
    <w:p w14:paraId="72DE4759" w14:textId="77777777" w:rsidR="00F15973" w:rsidRDefault="00F15973" w:rsidP="00E15C55">
      <w:pPr>
        <w:pStyle w:val="Code"/>
      </w:pPr>
    </w:p>
    <w:p w14:paraId="546427D4" w14:textId="77777777" w:rsidR="00F15973" w:rsidRDefault="00F15973" w:rsidP="00E15C55">
      <w:pPr>
        <w:pStyle w:val="Code"/>
      </w:pPr>
      <w:r>
        <w:t xml:space="preserve">    'end gracefully</w:t>
      </w:r>
    </w:p>
    <w:p w14:paraId="2158CBA8" w14:textId="77777777" w:rsidR="00F15973" w:rsidRDefault="00F15973" w:rsidP="00E15C55">
      <w:pPr>
        <w:pStyle w:val="Code"/>
      </w:pPr>
      <w:proofErr w:type="spellStart"/>
      <w:r>
        <w:t>EndGracefully</w:t>
      </w:r>
      <w:proofErr w:type="spellEnd"/>
      <w:r>
        <w:t>:</w:t>
      </w:r>
    </w:p>
    <w:p w14:paraId="6689A520" w14:textId="77777777" w:rsidR="00F15973" w:rsidRDefault="00F15973" w:rsidP="00E15C55">
      <w:pPr>
        <w:pStyle w:val="Code"/>
      </w:pPr>
    </w:p>
    <w:p w14:paraId="44464F14" w14:textId="4990A633" w:rsidR="000C39AB" w:rsidRDefault="00F15973" w:rsidP="00E15C55">
      <w:pPr>
        <w:pStyle w:val="Code"/>
      </w:pPr>
      <w:r>
        <w:t>End Sub</w:t>
      </w:r>
    </w:p>
    <w:p w14:paraId="480ABEDA" w14:textId="1241A636" w:rsidR="000C39AB" w:rsidRDefault="000C39AB" w:rsidP="009F5E6C">
      <w:pPr>
        <w:pStyle w:val="BodyText"/>
      </w:pPr>
    </w:p>
    <w:p w14:paraId="08AA9803" w14:textId="71C71472" w:rsidR="000C39AB" w:rsidRPr="00587A81" w:rsidRDefault="00ED7A71" w:rsidP="009F5E6C">
      <w:pPr>
        <w:pStyle w:val="BodyText"/>
      </w:pPr>
      <w:hyperlink r:id="rId11" w:history="1">
        <w:r w:rsidR="00E15C55" w:rsidRPr="00E15C55">
          <w:rPr>
            <w:rFonts w:asciiTheme="minorHAnsi" w:hAnsiTheme="minorHAnsi"/>
            <w:color w:val="0000FF"/>
            <w:kern w:val="0"/>
            <w:sz w:val="22"/>
            <w:u w:val="single"/>
            <w14:ligatures w14:val="none"/>
          </w:rPr>
          <w:t xml:space="preserve">Instructions for Installing Macros </w:t>
        </w:r>
        <w:proofErr w:type="spellStart"/>
        <w:r w:rsidR="00E15C55" w:rsidRPr="00E15C55">
          <w:rPr>
            <w:rFonts w:asciiTheme="minorHAnsi" w:hAnsiTheme="minorHAnsi"/>
            <w:color w:val="0000FF"/>
            <w:kern w:val="0"/>
            <w:sz w:val="22"/>
            <w:u w:val="single"/>
            <w14:ligatures w14:val="none"/>
          </w:rPr>
          <w:t>from</w:t>
        </w:r>
        <w:proofErr w:type="spellEnd"/>
        <w:r w:rsidR="00E15C55" w:rsidRPr="00E15C55">
          <w:rPr>
            <w:rFonts w:asciiTheme="minorHAnsi" w:hAnsiTheme="minorHAnsi"/>
            <w:color w:val="0000FF"/>
            <w:kern w:val="0"/>
            <w:sz w:val="22"/>
            <w:u w:val="single"/>
            <w14:ligatures w14:val="none"/>
          </w:rPr>
          <w:t xml:space="preserve"> Forums or Websites by Graham Mayor, MVP</w:t>
        </w:r>
      </w:hyperlink>
      <w:r w:rsidR="00E15C55" w:rsidRPr="00E15C55">
        <w:rPr>
          <w:rFonts w:asciiTheme="minorHAnsi" w:hAnsiTheme="minorHAnsi"/>
          <w:kern w:val="0"/>
          <w:sz w:val="22"/>
          <w14:ligatures w14:val="none"/>
        </w:rPr>
        <w:t xml:space="preserve"> </w:t>
      </w:r>
    </w:p>
    <w:sectPr w:rsidR="000C39AB" w:rsidRPr="00587A81" w:rsidSect="00E15C55">
      <w:type w:val="continuous"/>
      <w:pgSz w:w="12240" w:h="15840" w:code="1"/>
      <w:pgMar w:top="360" w:right="360" w:bottom="360" w:left="36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D3070" w14:textId="77777777" w:rsidR="00ED7A71" w:rsidRDefault="00ED7A71" w:rsidP="00AD674D">
      <w:pPr>
        <w:spacing w:after="0" w:line="240" w:lineRule="auto"/>
      </w:pPr>
      <w:r>
        <w:separator/>
      </w:r>
    </w:p>
  </w:endnote>
  <w:endnote w:type="continuationSeparator" w:id="0">
    <w:p w14:paraId="51B57BB4" w14:textId="77777777" w:rsidR="00ED7A71" w:rsidRDefault="00ED7A71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3DAAA" w14:textId="77777777" w:rsidR="00ED7A71" w:rsidRDefault="00ED7A71" w:rsidP="00AD674D">
      <w:pPr>
        <w:spacing w:after="0" w:line="240" w:lineRule="auto"/>
      </w:pPr>
      <w:r>
        <w:separator/>
      </w:r>
    </w:p>
  </w:footnote>
  <w:footnote w:type="continuationSeparator" w:id="0">
    <w:p w14:paraId="696CAB8E" w14:textId="77777777" w:rsidR="00ED7A71" w:rsidRDefault="00ED7A71" w:rsidP="00AD6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558E6D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1220D8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102FDD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4F273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AE81E8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7689A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5E94D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14F0A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986B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6A15E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4D0E0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D23D93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D730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2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9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10"/>
  </w:num>
  <w:num w:numId="45">
    <w:abstractNumId w:val="15"/>
  </w:num>
  <w:num w:numId="46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hor" w:val="Charles Kenyon"/>
    <w:docVar w:name="download" w:val="http://addbalance.com/word/download.htm#graph"/>
    <w:docVar w:name="varPagination" w:val="True"/>
    <w:docVar w:name="varZoom" w:val="100"/>
  </w:docVars>
  <w:rsids>
    <w:rsidRoot w:val="000C39AB"/>
    <w:rsid w:val="000235EA"/>
    <w:rsid w:val="00023E59"/>
    <w:rsid w:val="00033B3D"/>
    <w:rsid w:val="00054FF8"/>
    <w:rsid w:val="000553DE"/>
    <w:rsid w:val="00094EE1"/>
    <w:rsid w:val="000B23CF"/>
    <w:rsid w:val="000B70F3"/>
    <w:rsid w:val="000C3160"/>
    <w:rsid w:val="000C39AB"/>
    <w:rsid w:val="000D6468"/>
    <w:rsid w:val="000F2A40"/>
    <w:rsid w:val="000F7A85"/>
    <w:rsid w:val="00107C53"/>
    <w:rsid w:val="001410DB"/>
    <w:rsid w:val="00141675"/>
    <w:rsid w:val="00195B92"/>
    <w:rsid w:val="001A0395"/>
    <w:rsid w:val="001B50C2"/>
    <w:rsid w:val="001C2183"/>
    <w:rsid w:val="001C5087"/>
    <w:rsid w:val="001D45F1"/>
    <w:rsid w:val="00201E97"/>
    <w:rsid w:val="002544A1"/>
    <w:rsid w:val="002A7AA1"/>
    <w:rsid w:val="002B48E4"/>
    <w:rsid w:val="002D660F"/>
    <w:rsid w:val="002F7E01"/>
    <w:rsid w:val="00305625"/>
    <w:rsid w:val="003330B5"/>
    <w:rsid w:val="00351E45"/>
    <w:rsid w:val="00392BE7"/>
    <w:rsid w:val="003A73F6"/>
    <w:rsid w:val="003B65A5"/>
    <w:rsid w:val="003F3DDE"/>
    <w:rsid w:val="00401FD8"/>
    <w:rsid w:val="0042187C"/>
    <w:rsid w:val="004360E0"/>
    <w:rsid w:val="00443ED0"/>
    <w:rsid w:val="00461A31"/>
    <w:rsid w:val="00481DF3"/>
    <w:rsid w:val="00496C83"/>
    <w:rsid w:val="004A0144"/>
    <w:rsid w:val="004C7A18"/>
    <w:rsid w:val="004D13C1"/>
    <w:rsid w:val="00504F4C"/>
    <w:rsid w:val="00513E6A"/>
    <w:rsid w:val="0051595C"/>
    <w:rsid w:val="00550655"/>
    <w:rsid w:val="00573AED"/>
    <w:rsid w:val="00587A81"/>
    <w:rsid w:val="005B7095"/>
    <w:rsid w:val="005D7BB3"/>
    <w:rsid w:val="005E4119"/>
    <w:rsid w:val="005F4144"/>
    <w:rsid w:val="005F43FD"/>
    <w:rsid w:val="006166F1"/>
    <w:rsid w:val="00624E4A"/>
    <w:rsid w:val="006968EC"/>
    <w:rsid w:val="00696AC1"/>
    <w:rsid w:val="006A6980"/>
    <w:rsid w:val="006B5069"/>
    <w:rsid w:val="006D57D1"/>
    <w:rsid w:val="006E4278"/>
    <w:rsid w:val="00700433"/>
    <w:rsid w:val="00712D50"/>
    <w:rsid w:val="00757019"/>
    <w:rsid w:val="00764142"/>
    <w:rsid w:val="00784227"/>
    <w:rsid w:val="007B11BC"/>
    <w:rsid w:val="007B1D1D"/>
    <w:rsid w:val="007E445E"/>
    <w:rsid w:val="007E61C4"/>
    <w:rsid w:val="00803912"/>
    <w:rsid w:val="00805982"/>
    <w:rsid w:val="00880EFB"/>
    <w:rsid w:val="008829DB"/>
    <w:rsid w:val="00892476"/>
    <w:rsid w:val="0089284E"/>
    <w:rsid w:val="00893315"/>
    <w:rsid w:val="008C3411"/>
    <w:rsid w:val="008D13C2"/>
    <w:rsid w:val="00915DEF"/>
    <w:rsid w:val="009175FE"/>
    <w:rsid w:val="009214E7"/>
    <w:rsid w:val="00993B57"/>
    <w:rsid w:val="009A1DB0"/>
    <w:rsid w:val="009B1883"/>
    <w:rsid w:val="009B5A58"/>
    <w:rsid w:val="009D695D"/>
    <w:rsid w:val="009E4C92"/>
    <w:rsid w:val="009F1753"/>
    <w:rsid w:val="009F5E6C"/>
    <w:rsid w:val="00A001DB"/>
    <w:rsid w:val="00A07DC2"/>
    <w:rsid w:val="00A25E28"/>
    <w:rsid w:val="00A3466E"/>
    <w:rsid w:val="00A53AEF"/>
    <w:rsid w:val="00A849B0"/>
    <w:rsid w:val="00AA11C1"/>
    <w:rsid w:val="00AA314E"/>
    <w:rsid w:val="00AB609A"/>
    <w:rsid w:val="00AD674D"/>
    <w:rsid w:val="00B00E1B"/>
    <w:rsid w:val="00B31014"/>
    <w:rsid w:val="00B429BD"/>
    <w:rsid w:val="00B83220"/>
    <w:rsid w:val="00B95D48"/>
    <w:rsid w:val="00BA433D"/>
    <w:rsid w:val="00BB2208"/>
    <w:rsid w:val="00C00B17"/>
    <w:rsid w:val="00C214B5"/>
    <w:rsid w:val="00C7598B"/>
    <w:rsid w:val="00C84EE3"/>
    <w:rsid w:val="00C858FE"/>
    <w:rsid w:val="00C90372"/>
    <w:rsid w:val="00C97FBF"/>
    <w:rsid w:val="00CB7EA1"/>
    <w:rsid w:val="00CC649C"/>
    <w:rsid w:val="00CD643D"/>
    <w:rsid w:val="00CE5BE9"/>
    <w:rsid w:val="00CE7D48"/>
    <w:rsid w:val="00CF66CB"/>
    <w:rsid w:val="00D44D2F"/>
    <w:rsid w:val="00D516C5"/>
    <w:rsid w:val="00D63BC2"/>
    <w:rsid w:val="00D64D94"/>
    <w:rsid w:val="00D70911"/>
    <w:rsid w:val="00D772EC"/>
    <w:rsid w:val="00D94682"/>
    <w:rsid w:val="00DA2A6A"/>
    <w:rsid w:val="00DA7F4B"/>
    <w:rsid w:val="00DB0063"/>
    <w:rsid w:val="00DE3470"/>
    <w:rsid w:val="00DF57B3"/>
    <w:rsid w:val="00E15C55"/>
    <w:rsid w:val="00E24CCA"/>
    <w:rsid w:val="00E47828"/>
    <w:rsid w:val="00E612B3"/>
    <w:rsid w:val="00E873BD"/>
    <w:rsid w:val="00EC1515"/>
    <w:rsid w:val="00ED64B8"/>
    <w:rsid w:val="00ED7A71"/>
    <w:rsid w:val="00EE4D26"/>
    <w:rsid w:val="00EF61AB"/>
    <w:rsid w:val="00F15973"/>
    <w:rsid w:val="00F23265"/>
    <w:rsid w:val="00F53A04"/>
    <w:rsid w:val="00F60FFD"/>
    <w:rsid w:val="00FA11D6"/>
    <w:rsid w:val="00FA45BC"/>
    <w:rsid w:val="00FA4ADD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C8E2A"/>
  <w15:chartTrackingRefBased/>
  <w15:docId w15:val="{1D6C1DD0-09ED-48C1-A8AF-4B1A865D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1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0"/>
    <w:unhideWhenUsed/>
    <w:qFormat/>
    <w:rsid w:val="001D45F1"/>
    <w:rPr>
      <w:rFonts w:asciiTheme="minorHAnsi" w:hAnsiTheme="minorHAnsi"/>
    </w:rPr>
  </w:style>
  <w:style w:type="paragraph" w:styleId="Heading1">
    <w:name w:val="heading 1"/>
    <w:next w:val="Heading2"/>
    <w:link w:val="Heading1Char"/>
    <w:uiPriority w:val="9"/>
    <w:qFormat/>
    <w:rsid w:val="001D45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1D45F1"/>
    <w:pPr>
      <w:numPr>
        <w:ilvl w:val="1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1D45F1"/>
    <w:pPr>
      <w:numPr>
        <w:ilvl w:val="2"/>
      </w:numPr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1D45F1"/>
    <w:pPr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1D45F1"/>
    <w:pPr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1D45F1"/>
    <w:pPr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1D45F1"/>
    <w:pPr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1D45F1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1D45F1"/>
    <w:pPr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2A7AA1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1D45F1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1D45F1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1D45F1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1D45F1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1D45F1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1D45F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1D45F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1D45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45F1"/>
    <w:rPr>
      <w:rFonts w:eastAsiaTheme="majorEastAsia" w:cstheme="majorBidi"/>
      <w:noProof w:val="0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BodyTextIndent">
    <w:name w:val="Body Text Indent"/>
    <w:basedOn w:val="BodyText"/>
    <w:uiPriority w:val="99"/>
    <w:semiHidden/>
    <w:unhideWhenUsed/>
    <w:rsid w:val="001D45F1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1D45F1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D45F1"/>
    <w:rPr>
      <w:rFonts w:eastAsiaTheme="majorEastAsia" w:cstheme="majorBidi"/>
      <w:i/>
      <w:iCs/>
      <w:noProof w:val="0"/>
      <w:color w:val="4F81BD" w:themeColor="accent1"/>
      <w:spacing w:val="15"/>
      <w:kern w:val="28"/>
      <w:sz w:val="24"/>
      <w:szCs w:val="24"/>
      <w:lang w:val="en-US"/>
    </w:rPr>
  </w:style>
  <w:style w:type="paragraph" w:styleId="BodyTextFirstIndent2">
    <w:name w:val="Body Text First Indent 2"/>
    <w:basedOn w:val="BodyTextIndent"/>
    <w:uiPriority w:val="99"/>
    <w:semiHidden/>
    <w:unhideWhenUsed/>
    <w:rsid w:val="001D45F1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1D45F1"/>
    <w:rPr>
      <w:b/>
      <w:bCs/>
      <w:smallCaps/>
      <w:noProof w:val="0"/>
      <w:spacing w:val="5"/>
      <w:lang w:val="en-US"/>
    </w:rPr>
  </w:style>
  <w:style w:type="character" w:customStyle="1" w:styleId="Citation">
    <w:name w:val="Citation"/>
    <w:basedOn w:val="Emphasis"/>
    <w:uiPriority w:val="1"/>
    <w:qFormat/>
    <w:rsid w:val="001D45F1"/>
    <w:rPr>
      <w:i/>
      <w:iCs/>
      <w:noProof w:val="0"/>
      <w:lang w:val="en-US"/>
    </w:rPr>
  </w:style>
  <w:style w:type="character" w:styleId="Emphasis">
    <w:name w:val="Emphasis"/>
    <w:basedOn w:val="DefaultParagraphFont"/>
    <w:uiPriority w:val="20"/>
    <w:rsid w:val="001D45F1"/>
    <w:rPr>
      <w:i/>
      <w:iCs/>
      <w:noProof w:val="0"/>
      <w:lang w:val="en-US"/>
    </w:rPr>
  </w:style>
  <w:style w:type="paragraph" w:styleId="Footer">
    <w:name w:val="footer"/>
    <w:uiPriority w:val="99"/>
    <w:unhideWhenUsed/>
    <w:rsid w:val="001D45F1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1D45F1"/>
  </w:style>
  <w:style w:type="paragraph" w:styleId="BalloonText">
    <w:name w:val="Balloon Text"/>
    <w:basedOn w:val="Normal"/>
    <w:uiPriority w:val="99"/>
    <w:semiHidden/>
    <w:unhideWhenUsed/>
    <w:rsid w:val="001D45F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1D45F1"/>
  </w:style>
  <w:style w:type="paragraph" w:styleId="Closing">
    <w:name w:val="Closing"/>
    <w:basedOn w:val="Normal"/>
    <w:uiPriority w:val="99"/>
    <w:semiHidden/>
    <w:unhideWhenUsed/>
    <w:rsid w:val="001D45F1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1D4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5F1"/>
    <w:rPr>
      <w:rFonts w:asciiTheme="minorHAnsi" w:hAnsiTheme="minorHAnsi"/>
      <w:noProof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5F1"/>
    <w:rPr>
      <w:rFonts w:asciiTheme="minorHAnsi" w:hAnsiTheme="minorHAnsi"/>
      <w:b/>
      <w:bCs/>
      <w:noProof w:val="0"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D45F1"/>
  </w:style>
  <w:style w:type="character" w:customStyle="1" w:styleId="DateChar">
    <w:name w:val="Date Char"/>
    <w:basedOn w:val="DefaultParagraphFont"/>
    <w:link w:val="Date"/>
    <w:uiPriority w:val="99"/>
    <w:semiHidden/>
    <w:rsid w:val="001D45F1"/>
    <w:rPr>
      <w:rFonts w:asciiTheme="minorHAnsi" w:hAnsiTheme="minorHAnsi"/>
      <w:noProof w:val="0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D45F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D45F1"/>
    <w:rPr>
      <w:rFonts w:asciiTheme="minorHAnsi" w:hAnsiTheme="minorHAnsi"/>
      <w:noProof w:val="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D45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45F1"/>
    <w:rPr>
      <w:rFonts w:asciiTheme="minorHAnsi" w:hAnsiTheme="minorHAnsi"/>
      <w:noProof w:val="0"/>
      <w:sz w:val="20"/>
      <w:szCs w:val="20"/>
      <w:lang w:val="en-US"/>
    </w:rPr>
  </w:style>
  <w:style w:type="paragraph" w:styleId="EnvelopeAddress">
    <w:name w:val="envelope address"/>
    <w:uiPriority w:val="99"/>
    <w:unhideWhenUsed/>
    <w:rsid w:val="001D45F1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1D45F1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45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45F1"/>
    <w:rPr>
      <w:rFonts w:asciiTheme="minorHAnsi" w:hAnsiTheme="minorHAnsi"/>
      <w:noProof w:val="0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D45F1"/>
    <w:rPr>
      <w:rFonts w:eastAsiaTheme="majorEastAsia" w:cstheme="majorBidi"/>
      <w:b/>
      <w:bCs/>
      <w:noProof w:val="0"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D45F1"/>
    <w:rPr>
      <w:rFonts w:eastAsiaTheme="majorEastAsia" w:cstheme="majorBidi"/>
      <w:noProof w:val="0"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D45F1"/>
    <w:rPr>
      <w:rFonts w:eastAsiaTheme="majorEastAsia" w:cstheme="majorBidi"/>
      <w:b/>
      <w:bCs/>
      <w:noProof w:val="0"/>
      <w:color w:val="4F81BD" w:themeColor="accen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1D45F1"/>
    <w:rPr>
      <w:rFonts w:eastAsiaTheme="majorEastAsia" w:cstheme="majorBidi"/>
      <w:i/>
      <w:iCs/>
      <w:noProof w:val="0"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1D45F1"/>
    <w:rPr>
      <w:rFonts w:eastAsiaTheme="majorEastAsia" w:cstheme="majorBidi"/>
      <w:i/>
      <w:iCs/>
      <w:noProof w:val="0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1D45F1"/>
    <w:rPr>
      <w:rFonts w:eastAsiaTheme="majorEastAsia" w:cstheme="majorBidi"/>
      <w:noProof w:val="0"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1D45F1"/>
    <w:rPr>
      <w:rFonts w:eastAsiaTheme="majorEastAsia" w:cstheme="majorBidi"/>
      <w:i/>
      <w:iCs/>
      <w:noProof w:val="0"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1D45F1"/>
    <w:rPr>
      <w:rFonts w:eastAsiaTheme="majorEastAsia" w:cstheme="majorBidi"/>
      <w:i/>
      <w:iCs/>
      <w:noProof w:val="0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1D45F1"/>
    <w:rPr>
      <w:rFonts w:eastAsiaTheme="majorEastAsia" w:cstheme="majorBidi"/>
      <w:noProof w:val="0"/>
      <w:color w:val="404040" w:themeColor="text1" w:themeTint="BF"/>
      <w:sz w:val="20"/>
      <w:szCs w:val="20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5F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5F1"/>
    <w:rPr>
      <w:rFonts w:asciiTheme="minorHAnsi" w:hAnsiTheme="minorHAnsi"/>
      <w:i/>
      <w:iCs/>
      <w:noProof w:val="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5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5F1"/>
    <w:rPr>
      <w:rFonts w:ascii="Consolas" w:hAnsi="Consolas"/>
      <w:noProof w:val="0"/>
      <w:sz w:val="20"/>
      <w:szCs w:val="20"/>
      <w:lang w:val="en-US"/>
    </w:rPr>
  </w:style>
  <w:style w:type="paragraph" w:styleId="Index1">
    <w:name w:val="index 1"/>
    <w:basedOn w:val="Normal"/>
    <w:next w:val="Normal"/>
    <w:uiPriority w:val="99"/>
    <w:semiHidden/>
    <w:unhideWhenUsed/>
    <w:rsid w:val="001D45F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1D45F1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1D45F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1D45F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1D45F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1D45F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1D45F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1D45F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1D45F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D45F1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4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5F1"/>
    <w:rPr>
      <w:rFonts w:asciiTheme="minorHAnsi" w:hAnsiTheme="minorHAnsi"/>
      <w:b/>
      <w:bCs/>
      <w:i/>
      <w:iCs/>
      <w:noProof w:val="0"/>
      <w:color w:val="4F81BD" w:themeColor="accent1"/>
      <w:lang w:val="en-US"/>
    </w:rPr>
  </w:style>
  <w:style w:type="paragraph" w:styleId="List">
    <w:name w:val="List"/>
    <w:basedOn w:val="Normal"/>
    <w:uiPriority w:val="99"/>
    <w:semiHidden/>
    <w:unhideWhenUsed/>
    <w:rsid w:val="001D45F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D45F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D45F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D45F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D45F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D45F1"/>
    <w:pPr>
      <w:numPr>
        <w:numId w:val="34"/>
      </w:numPr>
    </w:pPr>
  </w:style>
  <w:style w:type="paragraph" w:styleId="ListBullet2">
    <w:name w:val="List Bullet 2"/>
    <w:basedOn w:val="Normal"/>
    <w:uiPriority w:val="99"/>
    <w:semiHidden/>
    <w:unhideWhenUsed/>
    <w:rsid w:val="001D45F1"/>
    <w:pPr>
      <w:numPr>
        <w:numId w:val="36"/>
      </w:numPr>
    </w:pPr>
  </w:style>
  <w:style w:type="paragraph" w:styleId="ListBullet3">
    <w:name w:val="List Bullet 3"/>
    <w:basedOn w:val="Normal"/>
    <w:uiPriority w:val="99"/>
    <w:semiHidden/>
    <w:unhideWhenUsed/>
    <w:rsid w:val="001D45F1"/>
    <w:pPr>
      <w:numPr>
        <w:numId w:val="37"/>
      </w:numPr>
    </w:pPr>
  </w:style>
  <w:style w:type="paragraph" w:styleId="ListBullet4">
    <w:name w:val="List Bullet 4"/>
    <w:basedOn w:val="Normal"/>
    <w:uiPriority w:val="99"/>
    <w:semiHidden/>
    <w:unhideWhenUsed/>
    <w:rsid w:val="001D45F1"/>
    <w:pPr>
      <w:numPr>
        <w:numId w:val="38"/>
      </w:numPr>
    </w:pPr>
  </w:style>
  <w:style w:type="paragraph" w:styleId="ListBullet5">
    <w:name w:val="List Bullet 5"/>
    <w:basedOn w:val="Normal"/>
    <w:uiPriority w:val="99"/>
    <w:semiHidden/>
    <w:unhideWhenUsed/>
    <w:rsid w:val="001D45F1"/>
    <w:pPr>
      <w:numPr>
        <w:numId w:val="39"/>
      </w:numPr>
    </w:pPr>
  </w:style>
  <w:style w:type="paragraph" w:styleId="ListContinue">
    <w:name w:val="List Continue"/>
    <w:basedOn w:val="Normal"/>
    <w:uiPriority w:val="99"/>
    <w:semiHidden/>
    <w:unhideWhenUsed/>
    <w:rsid w:val="001D45F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D45F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D45F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D45F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D45F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D45F1"/>
    <w:pPr>
      <w:numPr>
        <w:numId w:val="35"/>
      </w:numPr>
    </w:pPr>
  </w:style>
  <w:style w:type="paragraph" w:styleId="ListNumber2">
    <w:name w:val="List Number 2"/>
    <w:basedOn w:val="Normal"/>
    <w:uiPriority w:val="99"/>
    <w:semiHidden/>
    <w:unhideWhenUsed/>
    <w:rsid w:val="001D45F1"/>
    <w:pPr>
      <w:numPr>
        <w:numId w:val="40"/>
      </w:numPr>
    </w:pPr>
  </w:style>
  <w:style w:type="paragraph" w:styleId="ListNumber3">
    <w:name w:val="List Number 3"/>
    <w:basedOn w:val="Normal"/>
    <w:uiPriority w:val="99"/>
    <w:semiHidden/>
    <w:unhideWhenUsed/>
    <w:rsid w:val="001D45F1"/>
    <w:pPr>
      <w:numPr>
        <w:numId w:val="41"/>
      </w:numPr>
    </w:pPr>
  </w:style>
  <w:style w:type="paragraph" w:styleId="ListNumber4">
    <w:name w:val="List Number 4"/>
    <w:basedOn w:val="Normal"/>
    <w:uiPriority w:val="99"/>
    <w:semiHidden/>
    <w:unhideWhenUsed/>
    <w:rsid w:val="001D45F1"/>
    <w:pPr>
      <w:numPr>
        <w:numId w:val="42"/>
      </w:numPr>
    </w:pPr>
  </w:style>
  <w:style w:type="paragraph" w:styleId="ListNumber5">
    <w:name w:val="List Number 5"/>
    <w:basedOn w:val="Normal"/>
    <w:uiPriority w:val="99"/>
    <w:semiHidden/>
    <w:unhideWhenUsed/>
    <w:rsid w:val="001D45F1"/>
    <w:pPr>
      <w:numPr>
        <w:numId w:val="43"/>
      </w:numPr>
    </w:pPr>
  </w:style>
  <w:style w:type="paragraph" w:styleId="ListParagraph">
    <w:name w:val="List Paragraph"/>
    <w:basedOn w:val="Normal"/>
    <w:uiPriority w:val="34"/>
    <w:qFormat/>
    <w:rsid w:val="001D45F1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D45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D45F1"/>
    <w:rPr>
      <w:rFonts w:ascii="Consolas" w:hAnsi="Consolas"/>
      <w:noProof w:val="0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D45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D45F1"/>
    <w:rPr>
      <w:rFonts w:asciiTheme="minorHAnsi" w:eastAsiaTheme="majorEastAsia" w:hAnsiTheme="minorHAnsi" w:cstheme="majorBidi"/>
      <w:noProof w:val="0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rsid w:val="001D45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45F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D45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D45F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D45F1"/>
    <w:rPr>
      <w:rFonts w:asciiTheme="minorHAnsi" w:hAnsiTheme="minorHAnsi"/>
      <w:noProof w:val="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D45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D45F1"/>
    <w:rPr>
      <w:rFonts w:ascii="Consolas" w:hAnsi="Consolas"/>
      <w:noProof w:val="0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D45F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45F1"/>
    <w:rPr>
      <w:rFonts w:asciiTheme="minorHAnsi" w:hAnsiTheme="minorHAnsi"/>
      <w:i/>
      <w:iCs/>
      <w:noProof w:val="0"/>
      <w:color w:val="000000" w:themeColor="text1"/>
      <w:lang w:val="en-US"/>
    </w:rPr>
  </w:style>
  <w:style w:type="paragraph" w:styleId="Salutation">
    <w:name w:val="Salutation"/>
    <w:basedOn w:val="Normal"/>
    <w:next w:val="Normal"/>
    <w:uiPriority w:val="99"/>
    <w:semiHidden/>
    <w:unhideWhenUsed/>
    <w:rsid w:val="001D45F1"/>
  </w:style>
  <w:style w:type="paragraph" w:styleId="Signature">
    <w:name w:val="Signature"/>
    <w:basedOn w:val="Normal"/>
    <w:uiPriority w:val="99"/>
    <w:semiHidden/>
    <w:unhideWhenUsed/>
    <w:rsid w:val="001D45F1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D45F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D45F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D45F1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BodyText"/>
    <w:next w:val="BodyText"/>
    <w:autoRedefine/>
    <w:uiPriority w:val="39"/>
    <w:unhideWhenUsed/>
    <w:rsid w:val="007E445E"/>
    <w:pPr>
      <w:spacing w:after="100" w:line="259" w:lineRule="auto"/>
    </w:pPr>
    <w:rPr>
      <w:kern w:val="0"/>
      <w:sz w:val="22"/>
      <w14:ligatures w14:val="none"/>
    </w:rPr>
  </w:style>
  <w:style w:type="paragraph" w:styleId="TOC2">
    <w:name w:val="toc 2"/>
    <w:basedOn w:val="TOC1"/>
    <w:next w:val="BodyText"/>
    <w:autoRedefine/>
    <w:uiPriority w:val="39"/>
    <w:unhideWhenUsed/>
    <w:rsid w:val="007E445E"/>
    <w:pPr>
      <w:ind w:left="220"/>
    </w:pPr>
  </w:style>
  <w:style w:type="paragraph" w:styleId="TOC3">
    <w:name w:val="toc 3"/>
    <w:basedOn w:val="TOC2"/>
    <w:next w:val="BodyText"/>
    <w:autoRedefine/>
    <w:uiPriority w:val="39"/>
    <w:unhideWhenUsed/>
    <w:rsid w:val="007E445E"/>
    <w:pPr>
      <w:ind w:left="440"/>
    </w:pPr>
  </w:style>
  <w:style w:type="paragraph" w:styleId="TOC4">
    <w:name w:val="toc 4"/>
    <w:basedOn w:val="TOC3"/>
    <w:next w:val="BodyText"/>
    <w:autoRedefine/>
    <w:uiPriority w:val="39"/>
    <w:unhideWhenUsed/>
    <w:rsid w:val="007E445E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D45F1"/>
    <w:pPr>
      <w:spacing w:after="100"/>
      <w:ind w:left="880"/>
    </w:pPr>
  </w:style>
  <w:style w:type="paragraph" w:styleId="TOC6">
    <w:name w:val="toc 6"/>
    <w:basedOn w:val="TOC5"/>
    <w:next w:val="BodyText"/>
    <w:autoRedefine/>
    <w:uiPriority w:val="39"/>
    <w:unhideWhenUsed/>
    <w:rsid w:val="007E445E"/>
    <w:pPr>
      <w:spacing w:line="259" w:lineRule="auto"/>
      <w:ind w:left="1100"/>
    </w:pPr>
    <w:rPr>
      <w:rFonts w:ascii="Garamond" w:hAnsi="Garamond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D45F1"/>
    <w:pPr>
      <w:spacing w:after="100"/>
      <w:ind w:left="1320"/>
    </w:pPr>
  </w:style>
  <w:style w:type="paragraph" w:styleId="TOC8">
    <w:name w:val="toc 8"/>
    <w:basedOn w:val="TOC7"/>
    <w:next w:val="BodyText"/>
    <w:autoRedefine/>
    <w:uiPriority w:val="39"/>
    <w:unhideWhenUsed/>
    <w:rsid w:val="007E445E"/>
    <w:pPr>
      <w:spacing w:line="259" w:lineRule="auto"/>
      <w:ind w:left="1540"/>
    </w:pPr>
    <w:rPr>
      <w:rFonts w:ascii="Garamond" w:hAnsi="Garamond"/>
    </w:rPr>
  </w:style>
  <w:style w:type="paragraph" w:styleId="TOC9">
    <w:name w:val="toc 9"/>
    <w:basedOn w:val="TOC8"/>
    <w:next w:val="BodyText"/>
    <w:autoRedefine/>
    <w:uiPriority w:val="39"/>
    <w:unhideWhenUsed/>
    <w:rsid w:val="007E445E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45F1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1D45F1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1D45F1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1D45F1"/>
  </w:style>
  <w:style w:type="paragraph" w:customStyle="1" w:styleId="FooterOddLandscape">
    <w:name w:val="FooterOddLandscape"/>
    <w:basedOn w:val="Footer"/>
    <w:uiPriority w:val="99"/>
    <w:unhideWhenUsed/>
    <w:qFormat/>
    <w:rsid w:val="001D45F1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1D45F1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1D45F1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1D45F1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1D45F1"/>
    <w:rPr>
      <w:noProof w:val="0"/>
      <w:color w:val="808080"/>
      <w:lang w:val="en-US"/>
    </w:rPr>
  </w:style>
  <w:style w:type="character" w:customStyle="1" w:styleId="HeadingEmphasisEmphHeading">
    <w:name w:val="Heading Emphasis EmphHeading"/>
    <w:basedOn w:val="DefaultParagraphFont"/>
    <w:uiPriority w:val="1"/>
    <w:rsid w:val="009B1883"/>
    <w:rPr>
      <w:noProof w:val="0"/>
      <w:color w:val="C0504D" w:themeColor="accent2"/>
      <w:lang w:val="en-US"/>
    </w:rPr>
  </w:style>
  <w:style w:type="character" w:styleId="Strong">
    <w:name w:val="Strong"/>
    <w:basedOn w:val="DefaultParagraphFont"/>
    <w:uiPriority w:val="22"/>
    <w:rsid w:val="001D45F1"/>
    <w:rPr>
      <w:b/>
      <w:bCs/>
      <w:noProof w:val="0"/>
      <w:lang w:val="en-US"/>
    </w:rPr>
  </w:style>
  <w:style w:type="character" w:customStyle="1" w:styleId="StrongEmphasis">
    <w:name w:val="Strong Emphasis"/>
    <w:basedOn w:val="DefaultParagraphFont"/>
    <w:uiPriority w:val="18"/>
    <w:qFormat/>
    <w:rsid w:val="001D45F1"/>
    <w:rPr>
      <w:b/>
      <w:i/>
      <w:noProof w:val="0"/>
      <w:lang w:val="en-US"/>
    </w:rPr>
  </w:style>
  <w:style w:type="character" w:styleId="IntenseEmphasis">
    <w:name w:val="Intense Emphasis"/>
    <w:basedOn w:val="Emphasis"/>
    <w:uiPriority w:val="21"/>
    <w:qFormat/>
    <w:rsid w:val="001D45F1"/>
    <w:rPr>
      <w:b/>
      <w:i/>
      <w:iCs w:val="0"/>
      <w:noProof w:val="0"/>
      <w:color w:val="auto"/>
      <w:lang w:val="en-US"/>
    </w:rPr>
  </w:style>
  <w:style w:type="character" w:styleId="SubtleEmphasis">
    <w:name w:val="Subtle Emphasis"/>
    <w:basedOn w:val="Emphasis"/>
    <w:uiPriority w:val="19"/>
    <w:qFormat/>
    <w:rsid w:val="001D45F1"/>
    <w:rPr>
      <w:i w:val="0"/>
      <w:iCs w:val="0"/>
      <w:noProof w:val="0"/>
      <w:color w:val="404040" w:themeColor="text1" w:themeTint="BF"/>
      <w:lang w:val="en-US"/>
    </w:rPr>
  </w:style>
  <w:style w:type="paragraph" w:customStyle="1" w:styleId="Code">
    <w:name w:val="Code"/>
    <w:basedOn w:val="BodyText"/>
    <w:rsid w:val="00E15C55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FrameOutside">
    <w:name w:val="Frame Outside"/>
    <w:basedOn w:val="BodyText"/>
    <w:next w:val="BodyText"/>
    <w:uiPriority w:val="98"/>
    <w:qFormat/>
    <w:rsid w:val="001D45F1"/>
    <w:pPr>
      <w:framePr w:w="1440" w:hSpace="288" w:wrap="around" w:vAnchor="text" w:hAnchor="page" w:xAlign="outside" w:y="1"/>
    </w:pPr>
  </w:style>
  <w:style w:type="paragraph" w:customStyle="1" w:styleId="FrameInside">
    <w:name w:val="Frame Inside"/>
    <w:basedOn w:val="FrameOutside"/>
    <w:next w:val="BodyText"/>
    <w:uiPriority w:val="98"/>
    <w:qFormat/>
    <w:rsid w:val="001D45F1"/>
    <w:pPr>
      <w:framePr w:w="1008" w:wrap="around" w:xAlign="inside"/>
    </w:pPr>
  </w:style>
  <w:style w:type="table" w:styleId="ColorfulGrid">
    <w:name w:val="Colorful Grid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A7F4B"/>
    <w:rPr>
      <w:noProof w:val="0"/>
      <w:sz w:val="16"/>
      <w:szCs w:val="16"/>
      <w:lang w:val="en-US"/>
    </w:rPr>
  </w:style>
  <w:style w:type="table" w:styleId="DarkList">
    <w:name w:val="Dark List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DA7F4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7F4B"/>
    <w:rPr>
      <w:rFonts w:ascii="Segoe UI" w:hAnsi="Segoe UI" w:cs="Segoe UI"/>
      <w:noProof w:val="0"/>
      <w:sz w:val="16"/>
      <w:szCs w:val="16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A7F4B"/>
    <w:rPr>
      <w:noProof w:val="0"/>
      <w:vertAlign w:val="superscript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A7F4B"/>
    <w:rPr>
      <w:noProof w:val="0"/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A7F4B"/>
    <w:rPr>
      <w:noProof w:val="0"/>
      <w:vertAlign w:val="superscript"/>
      <w:lang w:val="en-US"/>
    </w:rPr>
  </w:style>
  <w:style w:type="table" w:styleId="GridTable1Light">
    <w:name w:val="Grid Table 1 Light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A7F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A7F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A7F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A7F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A7F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A7F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A7F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A7F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A7F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A7F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A7F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A7F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A7F4B"/>
    <w:rPr>
      <w:noProof w:val="0"/>
      <w:color w:val="2B579A"/>
      <w:shd w:val="clear" w:color="auto" w:fill="E1DFDD"/>
      <w:lang w:val="en-US"/>
    </w:rPr>
  </w:style>
  <w:style w:type="character" w:styleId="HTMLAcronym">
    <w:name w:val="HTML Acronym"/>
    <w:basedOn w:val="DefaultParagraphFont"/>
    <w:uiPriority w:val="99"/>
    <w:semiHidden/>
    <w:unhideWhenUsed/>
    <w:rsid w:val="00DA7F4B"/>
    <w:rPr>
      <w:noProof w:val="0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DA7F4B"/>
    <w:rPr>
      <w:i/>
      <w:iCs/>
      <w:noProof w:val="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DA7F4B"/>
    <w:rPr>
      <w:rFonts w:ascii="Consolas" w:hAnsi="Consolas"/>
      <w:noProof w:val="0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DA7F4B"/>
    <w:rPr>
      <w:i/>
      <w:iCs/>
      <w:noProof w:val="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DA7F4B"/>
    <w:rPr>
      <w:rFonts w:ascii="Consolas" w:hAnsi="Consolas"/>
      <w:noProof w:val="0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semiHidden/>
    <w:unhideWhenUsed/>
    <w:rsid w:val="00DA7F4B"/>
    <w:rPr>
      <w:rFonts w:ascii="Consolas" w:hAnsi="Consolas"/>
      <w:noProof w:val="0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DA7F4B"/>
    <w:rPr>
      <w:rFonts w:ascii="Consolas" w:hAnsi="Consolas"/>
      <w:noProof w:val="0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DA7F4B"/>
    <w:rPr>
      <w:i/>
      <w:iCs/>
      <w:noProof w:val="0"/>
      <w:lang w:val="en-US"/>
    </w:rPr>
  </w:style>
  <w:style w:type="character" w:styleId="Hyperlink">
    <w:name w:val="Hyperlink"/>
    <w:basedOn w:val="DefaultParagraphFont"/>
    <w:uiPriority w:val="99"/>
    <w:unhideWhenUsed/>
    <w:rsid w:val="00DA7F4B"/>
    <w:rPr>
      <w:noProof w:val="0"/>
      <w:color w:val="0000FF" w:themeColor="hyperlink"/>
      <w:u w:val="single"/>
      <w:lang w:val="en-US"/>
    </w:rPr>
  </w:style>
  <w:style w:type="character" w:styleId="IntenseReference">
    <w:name w:val="Intense Reference"/>
    <w:basedOn w:val="DefaultParagraphFont"/>
    <w:uiPriority w:val="32"/>
    <w:qFormat/>
    <w:rsid w:val="00DA7F4B"/>
    <w:rPr>
      <w:b/>
      <w:bCs/>
      <w:smallCaps/>
      <w:noProof w:val="0"/>
      <w:color w:val="4F81BD" w:themeColor="accent1"/>
      <w:spacing w:val="5"/>
      <w:lang w:val="en-US"/>
    </w:rPr>
  </w:style>
  <w:style w:type="table" w:styleId="LightGrid">
    <w:name w:val="Light Grid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A7F4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A7F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A7F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A7F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A7F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A7F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A7F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A7F4B"/>
    <w:rPr>
      <w:noProof w:val="0"/>
      <w:lang w:val="en-US"/>
    </w:rPr>
  </w:style>
  <w:style w:type="table" w:styleId="ListTable1Light">
    <w:name w:val="List Table 1 Light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A7F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A7F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A7F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A7F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A7F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A7F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A7F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A7F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A7F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A7F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A7F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A7F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A7F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A7F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A7F4B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A7F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A7F4B"/>
    <w:rPr>
      <w:noProof w:val="0"/>
      <w:color w:val="2B579A"/>
      <w:shd w:val="clear" w:color="auto" w:fill="E1DFDD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A7F4B"/>
    <w:rPr>
      <w:noProof w:val="0"/>
      <w:lang w:val="en-US"/>
    </w:rPr>
  </w:style>
  <w:style w:type="table" w:styleId="PlainTable1">
    <w:name w:val="Plain Table 1"/>
    <w:basedOn w:val="TableNormal"/>
    <w:uiPriority w:val="41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A7F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A7F4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martHyperlink">
    <w:name w:val="Smart Hyperlink"/>
    <w:basedOn w:val="DefaultParagraphFont"/>
    <w:uiPriority w:val="99"/>
    <w:semiHidden/>
    <w:unhideWhenUsed/>
    <w:rsid w:val="00DA7F4B"/>
    <w:rPr>
      <w:noProof w:val="0"/>
      <w:u w:val="dotted"/>
      <w:lang w:val="en-US"/>
    </w:rPr>
  </w:style>
  <w:style w:type="character" w:styleId="SmartLink">
    <w:name w:val="Smart Link"/>
    <w:basedOn w:val="DefaultParagraphFont"/>
    <w:uiPriority w:val="99"/>
    <w:semiHidden/>
    <w:unhideWhenUsed/>
    <w:rsid w:val="00DA7F4B"/>
    <w:rPr>
      <w:noProof w:val="0"/>
      <w:color w:val="2B579A"/>
      <w:shd w:val="clear" w:color="auto" w:fill="E1DFDD"/>
      <w:lang w:val="en-US"/>
    </w:rPr>
  </w:style>
  <w:style w:type="character" w:styleId="SubtleReference">
    <w:name w:val="Subtle Reference"/>
    <w:basedOn w:val="DefaultParagraphFont"/>
    <w:uiPriority w:val="31"/>
    <w:qFormat/>
    <w:rsid w:val="00DA7F4B"/>
    <w:rPr>
      <w:smallCaps/>
      <w:noProof w:val="0"/>
      <w:color w:val="5A5A5A" w:themeColor="text1" w:themeTint="A5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DA7F4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A7F4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A7F4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A7F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A7F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A7F4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A7F4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A7F4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A7F4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A7F4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A7F4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A7F4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A7F4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A7F4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A7F4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A7F4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A7F4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A7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A7F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A7F4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A7F4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A7F4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A7F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A7F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A7F4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A7F4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A7F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A7F4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A7F4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A7F4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A7F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A7F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A7F4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A7F4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A7F4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A7F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A7F4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A7F4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A7F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A7F4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A7F4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A7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A7F4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A7F4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A7F4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A7F4B"/>
    <w:rPr>
      <w:noProof w:val="0"/>
      <w:color w:val="605E5C"/>
      <w:shd w:val="clear" w:color="auto" w:fill="E1DFDD"/>
      <w:lang w:val="en-US"/>
    </w:rPr>
  </w:style>
  <w:style w:type="numbering" w:styleId="111111">
    <w:name w:val="Outline List 2"/>
    <w:basedOn w:val="NoList"/>
    <w:uiPriority w:val="99"/>
    <w:semiHidden/>
    <w:unhideWhenUsed/>
    <w:rsid w:val="005F43FD"/>
    <w:pPr>
      <w:numPr>
        <w:numId w:val="44"/>
      </w:numPr>
    </w:pPr>
  </w:style>
  <w:style w:type="numbering" w:styleId="1ai">
    <w:name w:val="Outline List 1"/>
    <w:basedOn w:val="NoList"/>
    <w:uiPriority w:val="99"/>
    <w:semiHidden/>
    <w:unhideWhenUsed/>
    <w:rsid w:val="005F43FD"/>
    <w:pPr>
      <w:numPr>
        <w:numId w:val="45"/>
      </w:numPr>
    </w:pPr>
  </w:style>
  <w:style w:type="numbering" w:styleId="ArticleSection">
    <w:name w:val="Outline List 3"/>
    <w:basedOn w:val="NoList"/>
    <w:uiPriority w:val="99"/>
    <w:semiHidden/>
    <w:unhideWhenUsed/>
    <w:rsid w:val="005F43FD"/>
    <w:pPr>
      <w:numPr>
        <w:numId w:val="46"/>
      </w:numPr>
    </w:pPr>
  </w:style>
  <w:style w:type="paragraph" w:customStyle="1" w:styleId="Co-">
    <w:name w:val="Co-"/>
    <w:basedOn w:val="BodyText"/>
    <w:rsid w:val="007B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web/20070421084938/http:/pubs.logicalexpressions.com/Pub0009/LPMArticle.asp?ID=5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mayor.com/installing_macr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dbalance.com/word/downloa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archive.org/web/20070421084938/http://pubs.logicalexpressions.com/Pub0009/LPMArticle.asp?ID=5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les%20K.%20Kenyon\Documents\MS%20System%20Files\_Word%202016\Templates\Graph%20Paper%20-%20Two-Third%20In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hasCalibri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Graph Paper - Two-Third Inch.dotx</Template>
  <TotalTime>1</TotalTime>
  <Pages>2</Pages>
  <Words>804</Words>
  <Characters>4496</Characters>
  <Application>Microsoft Office Word</Application>
  <DocSecurity>0</DocSecurity>
  <Lines>187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 Paper 2/3-inch grid</vt:lpstr>
    </vt:vector>
  </TitlesOfParts>
  <Company>Kenyon Law Office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 Paper 2/3-inch grid</dc:title>
  <dc:subject/>
  <dc:creator>Charles Kyle Kenyon</dc:creator>
  <cp:keywords>Graph Paper</cp:keywords>
  <dc:description>Created using Bill Coan macro_x000d_
_x000d_
http://web.archive.org/web/20070421084938/http://pubs.logicalexpressions.com/Pub0009/LPMArticle.asp?ID=596</dc:description>
  <cp:lastModifiedBy>Charles Kenyon</cp:lastModifiedBy>
  <cp:revision>2</cp:revision>
  <cp:lastPrinted>2019-10-30T19:35:00Z</cp:lastPrinted>
  <dcterms:created xsi:type="dcterms:W3CDTF">2019-10-30T20:41:00Z</dcterms:created>
  <dcterms:modified xsi:type="dcterms:W3CDTF">2019-10-30T20:41:00Z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19.1</vt:lpwstr>
  </property>
  <property fmtid="{D5CDD505-2E9C-101B-9397-08002B2CF9AE}" pid="3" name="Copyright">
    <vt:lpwstr>2019 Charles Kenyon, Sun Prairie, WI, USA</vt:lpwstr>
  </property>
</Properties>
</file>